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44C38" w14:textId="18867C0E" w:rsidR="00202E76" w:rsidRPr="00A578CB" w:rsidRDefault="007156D5" w:rsidP="007719C7">
      <w:pPr>
        <w:jc w:val="center"/>
        <w:rPr>
          <w:rFonts w:ascii="Garamond" w:hAnsi="Garamond"/>
          <w:sz w:val="20"/>
          <w:szCs w:val="20"/>
        </w:rPr>
      </w:pPr>
      <w:r w:rsidRPr="00A578CB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72BAFC75" w14:textId="77777777" w:rsidR="00273F31" w:rsidRPr="00273F31" w:rsidRDefault="00273F31" w:rsidP="00273F31">
      <w:pPr>
        <w:jc w:val="both"/>
        <w:rPr>
          <w:rFonts w:ascii="Arial" w:hAnsi="Arial" w:cs="Arial"/>
          <w:b/>
          <w:sz w:val="20"/>
          <w:szCs w:val="20"/>
        </w:rPr>
      </w:pPr>
      <w:r w:rsidRPr="00273F31">
        <w:rPr>
          <w:rFonts w:ascii="Arial" w:hAnsi="Arial" w:cs="Arial"/>
          <w:b/>
          <w:sz w:val="20"/>
          <w:szCs w:val="20"/>
        </w:rPr>
        <w:t xml:space="preserve">OGGETTO: Procedura Aperta, gestita interamente per via telematica, da aggiudicarsi con il criterio del prezzo più basso, ai sensi degli artt. 58, 60 e 95 comma 4 </w:t>
      </w:r>
      <w:proofErr w:type="spellStart"/>
      <w:r w:rsidRPr="00273F31">
        <w:rPr>
          <w:rFonts w:ascii="Arial" w:hAnsi="Arial" w:cs="Arial"/>
          <w:b/>
          <w:sz w:val="20"/>
          <w:szCs w:val="20"/>
        </w:rPr>
        <w:t>lett</w:t>
      </w:r>
      <w:proofErr w:type="spellEnd"/>
      <w:r w:rsidRPr="00273F31">
        <w:rPr>
          <w:rFonts w:ascii="Arial" w:hAnsi="Arial" w:cs="Arial"/>
          <w:b/>
          <w:sz w:val="20"/>
          <w:szCs w:val="20"/>
        </w:rPr>
        <w:t xml:space="preserve">. b) del D.lgs. n. 50/2016 e </w:t>
      </w:r>
      <w:proofErr w:type="spellStart"/>
      <w:r w:rsidRPr="00273F31">
        <w:rPr>
          <w:rFonts w:ascii="Arial" w:hAnsi="Arial" w:cs="Arial"/>
          <w:b/>
          <w:sz w:val="20"/>
          <w:szCs w:val="20"/>
        </w:rPr>
        <w:t>s.m.i.</w:t>
      </w:r>
      <w:proofErr w:type="spellEnd"/>
      <w:r w:rsidRPr="00273F31">
        <w:rPr>
          <w:rFonts w:ascii="Arial" w:hAnsi="Arial" w:cs="Arial"/>
          <w:b/>
          <w:sz w:val="20"/>
          <w:szCs w:val="20"/>
        </w:rPr>
        <w:t xml:space="preserve">, per l’affidamento del noleggio di un </w:t>
      </w:r>
      <w:proofErr w:type="spellStart"/>
      <w:r w:rsidRPr="00273F31">
        <w:rPr>
          <w:rFonts w:ascii="Arial" w:hAnsi="Arial" w:cs="Arial"/>
          <w:b/>
          <w:sz w:val="20"/>
          <w:szCs w:val="20"/>
        </w:rPr>
        <w:t>locotrattore</w:t>
      </w:r>
      <w:proofErr w:type="spellEnd"/>
      <w:r w:rsidRPr="00273F31">
        <w:rPr>
          <w:rFonts w:ascii="Arial" w:hAnsi="Arial" w:cs="Arial"/>
          <w:b/>
          <w:sz w:val="20"/>
          <w:szCs w:val="20"/>
        </w:rPr>
        <w:t xml:space="preserve"> ferroviario a servizio del deposito ferroviario di Catalano</w:t>
      </w:r>
    </w:p>
    <w:p w14:paraId="0A740520" w14:textId="77777777" w:rsidR="00273F31" w:rsidRPr="00273F31" w:rsidRDefault="00273F31" w:rsidP="00273F31">
      <w:pPr>
        <w:jc w:val="both"/>
        <w:rPr>
          <w:rFonts w:ascii="Arial" w:hAnsi="Arial" w:cs="Arial"/>
          <w:sz w:val="20"/>
          <w:szCs w:val="20"/>
        </w:rPr>
      </w:pPr>
    </w:p>
    <w:p w14:paraId="1FF55067" w14:textId="77777777" w:rsidR="00273F31" w:rsidRPr="00273F31" w:rsidRDefault="00273F31" w:rsidP="00273F31">
      <w:pPr>
        <w:ind w:left="1134" w:hanging="1134"/>
        <w:jc w:val="center"/>
        <w:rPr>
          <w:rFonts w:ascii="Arial" w:hAnsi="Arial" w:cs="Arial"/>
          <w:sz w:val="20"/>
          <w:szCs w:val="20"/>
        </w:rPr>
      </w:pPr>
      <w:r w:rsidRPr="00273F31">
        <w:rPr>
          <w:rFonts w:ascii="Arial" w:hAnsi="Arial" w:cs="Arial"/>
          <w:b/>
          <w:sz w:val="20"/>
          <w:szCs w:val="20"/>
        </w:rPr>
        <w:t>Bando di gara n. 07/2023</w:t>
      </w:r>
    </w:p>
    <w:p w14:paraId="16F0AE86" w14:textId="77777777" w:rsidR="006930C7" w:rsidRPr="00A153F4" w:rsidRDefault="006930C7" w:rsidP="00406DBE">
      <w:pPr>
        <w:tabs>
          <w:tab w:val="left" w:pos="8908"/>
        </w:tabs>
        <w:jc w:val="center"/>
        <w:rPr>
          <w:rFonts w:ascii="Arial" w:hAnsi="Arial" w:cs="Arial"/>
          <w:b/>
          <w:sz w:val="20"/>
          <w:szCs w:val="20"/>
        </w:rPr>
      </w:pPr>
    </w:p>
    <w:p w14:paraId="4C69990D" w14:textId="77777777" w:rsidR="00D4161B" w:rsidRDefault="00D4161B" w:rsidP="00115AC0">
      <w:pPr>
        <w:jc w:val="both"/>
        <w:rPr>
          <w:rFonts w:ascii="Arial" w:hAnsi="Arial" w:cs="Arial"/>
          <w:b/>
        </w:rPr>
      </w:pPr>
    </w:p>
    <w:p w14:paraId="2A640F17" w14:textId="5E72C280" w:rsidR="006930C7" w:rsidRPr="001D5EB3" w:rsidRDefault="00264EC7" w:rsidP="00115AC0">
      <w:pPr>
        <w:jc w:val="both"/>
        <w:rPr>
          <w:rFonts w:ascii="Arial" w:hAnsi="Arial" w:cs="Arial"/>
          <w:b/>
          <w:sz w:val="20"/>
          <w:szCs w:val="20"/>
        </w:rPr>
      </w:pPr>
      <w:r w:rsidRPr="00115AC0">
        <w:rPr>
          <w:rFonts w:ascii="Arial" w:hAnsi="Arial" w:cs="Arial"/>
          <w:b/>
        </w:rPr>
        <w:t>IMPRESA SINGOLA/CONSORZIO</w:t>
      </w:r>
      <w:r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di cui all’</w:t>
      </w:r>
      <w:r w:rsidR="006930C7"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45</w:t>
      </w:r>
      <w:r w:rsidR="00B17A00" w:rsidRPr="001D5EB3">
        <w:rPr>
          <w:rFonts w:ascii="Arial" w:hAnsi="Arial" w:cs="Arial"/>
          <w:sz w:val="20"/>
          <w:szCs w:val="20"/>
        </w:rPr>
        <w:t xml:space="preserve"> comma 1 lettere b) e c) del D.l</w:t>
      </w:r>
      <w:r w:rsidR="006930C7" w:rsidRPr="001D5EB3">
        <w:rPr>
          <w:rFonts w:ascii="Arial" w:hAnsi="Arial" w:cs="Arial"/>
          <w:sz w:val="20"/>
          <w:szCs w:val="20"/>
        </w:rPr>
        <w:t>gs. n. 50/2016</w:t>
      </w:r>
      <w:r w:rsidR="00206D1E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06D1E">
        <w:rPr>
          <w:rFonts w:ascii="Arial" w:hAnsi="Arial" w:cs="Arial"/>
          <w:sz w:val="20"/>
          <w:szCs w:val="20"/>
        </w:rPr>
        <w:t>s.m.i.</w:t>
      </w:r>
      <w:proofErr w:type="spellEnd"/>
      <w:r w:rsidR="006930C7" w:rsidRPr="001D5EB3">
        <w:rPr>
          <w:rFonts w:ascii="Arial" w:hAnsi="Arial" w:cs="Arial"/>
          <w:b/>
          <w:sz w:val="20"/>
          <w:szCs w:val="20"/>
        </w:rPr>
        <w:t>:</w:t>
      </w:r>
    </w:p>
    <w:p w14:paraId="32FC1D92" w14:textId="77777777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</w:p>
    <w:p w14:paraId="0221D5C5" w14:textId="77777777" w:rsidR="005A0FEF" w:rsidRDefault="00BA7F7C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Il sottoscritto </w:t>
      </w:r>
      <w:sdt>
        <w:sdtPr>
          <w:rPr>
            <w:rFonts w:ascii="Arial" w:hAnsi="Arial" w:cs="Arial"/>
            <w:sz w:val="20"/>
            <w:szCs w:val="20"/>
          </w:rPr>
          <w:id w:val="-1582211556"/>
          <w:placeholder>
            <w:docPart w:val="DefaultPlaceholder_1081868574"/>
          </w:placeholder>
        </w:sdtPr>
        <w:sdtEndPr/>
        <w:sdtContent>
          <w:bookmarkStart w:id="0" w:name="_GoBack"/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312ACA" w:rsidRPr="001D5EB3">
            <w:rPr>
              <w:rFonts w:ascii="Arial" w:hAnsi="Arial" w:cs="Arial"/>
              <w:sz w:val="20"/>
              <w:szCs w:val="20"/>
            </w:rPr>
            <w:t>….</w:t>
          </w:r>
          <w:r w:rsidRPr="001D5EB3">
            <w:rPr>
              <w:rFonts w:ascii="Arial" w:hAnsi="Arial" w:cs="Arial"/>
              <w:sz w:val="20"/>
              <w:szCs w:val="20"/>
            </w:rPr>
            <w:t>….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……………………………………………..</w:t>
          </w:r>
          <w:r w:rsidR="00406DBE" w:rsidRPr="001D5EB3">
            <w:rPr>
              <w:rFonts w:ascii="Arial" w:hAnsi="Arial" w:cs="Arial"/>
              <w:sz w:val="20"/>
              <w:szCs w:val="20"/>
            </w:rPr>
            <w:t>………</w:t>
          </w:r>
          <w:r w:rsidR="003D1EFB" w:rsidRPr="001D5EB3">
            <w:rPr>
              <w:rFonts w:ascii="Arial" w:hAnsi="Arial" w:cs="Arial"/>
              <w:sz w:val="20"/>
              <w:szCs w:val="20"/>
            </w:rPr>
            <w:t>………</w:t>
          </w:r>
          <w:bookmarkEnd w:id="0"/>
        </w:sdtContent>
      </w:sdt>
    </w:p>
    <w:p w14:paraId="55DCCCD2" w14:textId="77777777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>nato a</w:t>
      </w:r>
      <w:sdt>
        <w:sdtPr>
          <w:rPr>
            <w:rFonts w:ascii="Arial" w:hAnsi="Arial" w:cs="Arial"/>
            <w:sz w:val="20"/>
            <w:szCs w:val="20"/>
          </w:rPr>
          <w:id w:val="-1103570137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</w:t>
          </w:r>
          <w:r w:rsidRPr="001D5EB3">
            <w:rPr>
              <w:rFonts w:ascii="Arial" w:hAnsi="Arial" w:cs="Arial"/>
              <w:sz w:val="20"/>
              <w:szCs w:val="20"/>
            </w:rPr>
            <w:t>………………</w:t>
          </w:r>
        </w:sdtContent>
      </w:sdt>
      <w:r w:rsidRPr="001D5EB3">
        <w:rPr>
          <w:rFonts w:ascii="Arial" w:hAnsi="Arial" w:cs="Arial"/>
          <w:sz w:val="20"/>
          <w:szCs w:val="20"/>
        </w:rPr>
        <w:t xml:space="preserve">il </w:t>
      </w:r>
      <w:sdt>
        <w:sdtPr>
          <w:rPr>
            <w:rFonts w:ascii="Arial" w:hAnsi="Arial" w:cs="Arial"/>
            <w:sz w:val="20"/>
            <w:szCs w:val="20"/>
          </w:rPr>
          <w:id w:val="-702781722"/>
          <w:placeholder>
            <w:docPart w:val="DefaultPlaceholder_1081868574"/>
          </w:placeholder>
        </w:sdtPr>
        <w:sdtEndPr/>
        <w:sdtContent>
          <w:r w:rsidR="00F10313" w:rsidRPr="001D5EB3">
            <w:rPr>
              <w:rFonts w:ascii="Arial" w:hAnsi="Arial" w:cs="Arial"/>
              <w:sz w:val="20"/>
              <w:szCs w:val="20"/>
            </w:rPr>
            <w:t>…………………..……………….</w:t>
          </w:r>
          <w:r w:rsidRPr="001D5EB3">
            <w:rPr>
              <w:rFonts w:ascii="Arial" w:hAnsi="Arial" w:cs="Arial"/>
              <w:sz w:val="20"/>
              <w:szCs w:val="20"/>
            </w:rPr>
            <w:t>..</w:t>
          </w:r>
        </w:sdtContent>
      </w:sdt>
    </w:p>
    <w:p w14:paraId="4DC63C89" w14:textId="5DD0D179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in qualità di Legale Rappresentante dell’Impresa/Consorzio </w:t>
      </w:r>
      <w:sdt>
        <w:sdtPr>
          <w:rPr>
            <w:rFonts w:ascii="Arial" w:hAnsi="Arial" w:cs="Arial"/>
            <w:sz w:val="20"/>
            <w:szCs w:val="20"/>
          </w:rPr>
          <w:id w:val="-753122992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……...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…………………….……</w:t>
          </w:r>
          <w:r w:rsidR="005A0FEF">
            <w:rPr>
              <w:rFonts w:ascii="Arial" w:hAnsi="Arial" w:cs="Arial"/>
              <w:sz w:val="20"/>
              <w:szCs w:val="20"/>
            </w:rPr>
            <w:t>……………………………………………………………………..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599BB1B9" w14:textId="490D33FA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con sede in </w:t>
      </w:r>
      <w:sdt>
        <w:sdtPr>
          <w:rPr>
            <w:rFonts w:ascii="Arial" w:hAnsi="Arial" w:cs="Arial"/>
            <w:sz w:val="20"/>
            <w:szCs w:val="20"/>
          </w:rPr>
          <w:id w:val="-95639471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…………………………………………..</w:t>
          </w:r>
        </w:sdtContent>
      </w:sdt>
    </w:p>
    <w:p w14:paraId="44FDF480" w14:textId="77777777" w:rsidR="00A30AAD" w:rsidRPr="001D5EB3" w:rsidRDefault="00A30AAD" w:rsidP="00406DBE">
      <w:pPr>
        <w:jc w:val="center"/>
        <w:rPr>
          <w:rFonts w:ascii="Arial" w:hAnsi="Arial" w:cs="Arial"/>
          <w:sz w:val="20"/>
          <w:szCs w:val="20"/>
        </w:rPr>
      </w:pPr>
    </w:p>
    <w:p w14:paraId="5D99BAB9" w14:textId="77777777" w:rsidR="007156D5" w:rsidRPr="007254CF" w:rsidRDefault="007156D5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6D9D3E72" w14:textId="77777777" w:rsidR="007156D5" w:rsidRPr="007254CF" w:rsidRDefault="001E0F47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1C9EB111" w14:textId="77777777" w:rsidR="005A0FEF" w:rsidRDefault="007156D5" w:rsidP="005A0FEF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2EE5CB7B" w14:textId="77777777" w:rsidR="008832B0" w:rsidRDefault="008832B0" w:rsidP="00A543B2">
      <w:pPr>
        <w:pStyle w:val="LetteraTipo"/>
        <w:jc w:val="both"/>
        <w:rPr>
          <w:b/>
        </w:rPr>
      </w:pPr>
    </w:p>
    <w:p w14:paraId="40BBFFCE" w14:textId="77777777" w:rsidR="008832B0" w:rsidRDefault="005E7630" w:rsidP="00A543B2">
      <w:pPr>
        <w:pStyle w:val="LetteraTipo"/>
        <w:jc w:val="both"/>
      </w:pPr>
      <w:r w:rsidRPr="002E45D6">
        <w:t>ad eseguire l’appalto</w:t>
      </w:r>
      <w:r w:rsidR="00BC596A" w:rsidRPr="002E45D6">
        <w:t xml:space="preserve"> in oggetto </w:t>
      </w:r>
      <w:r w:rsidR="00A16E99" w:rsidRPr="002E45D6">
        <w:t>secondo quanto prescrit</w:t>
      </w:r>
      <w:r w:rsidR="007024ED" w:rsidRPr="002E45D6">
        <w:t>to dalla documentazione tecnica</w:t>
      </w:r>
      <w:r w:rsidR="00A16E99" w:rsidRPr="002E45D6">
        <w:t xml:space="preserve"> alle seguenti condizioni:</w:t>
      </w:r>
    </w:p>
    <w:p w14:paraId="4BD43747" w14:textId="07515EAD" w:rsidR="008832B0" w:rsidRDefault="00A16E99" w:rsidP="00A543B2">
      <w:pPr>
        <w:pStyle w:val="LetteraTipo"/>
        <w:jc w:val="both"/>
      </w:pPr>
      <w:r w:rsidRPr="002E45D6">
        <w:t xml:space="preserve"> </w:t>
      </w:r>
    </w:p>
    <w:p w14:paraId="6E636579" w14:textId="310EC28D" w:rsidR="002E45D6" w:rsidRPr="002E45D6" w:rsidRDefault="00273F31" w:rsidP="00A543B2">
      <w:pPr>
        <w:pStyle w:val="LetteraTipo"/>
        <w:jc w:val="both"/>
      </w:pPr>
      <w:r>
        <w:rPr>
          <w:b/>
        </w:rPr>
        <w:t xml:space="preserve"> ribasso percentuale offerto, </w:t>
      </w:r>
      <w:r w:rsidR="00EC6E51" w:rsidRPr="00EC6E51">
        <w:rPr>
          <w:b/>
        </w:rPr>
        <w:t xml:space="preserve">approssimato alla seconda cifra decimale </w:t>
      </w:r>
      <w:r w:rsidR="002E45D6">
        <w:rPr>
          <w:b/>
          <w:i/>
        </w:rPr>
        <w:t xml:space="preserve">(in </w:t>
      </w:r>
      <w:r w:rsidR="002E45D6" w:rsidRPr="002E45D6">
        <w:rPr>
          <w:b/>
          <w:i/>
        </w:rPr>
        <w:t>cifre):</w:t>
      </w:r>
      <w:r w:rsidR="002E45D6" w:rsidRPr="002E45D6">
        <w:rPr>
          <w:i/>
        </w:rPr>
        <w:t xml:space="preserve"> </w:t>
      </w:r>
      <w:sdt>
        <w:sdtPr>
          <w:id w:val="711007770"/>
          <w:placeholder>
            <w:docPart w:val="14BA016B85C74214B12A7BC8DB6D8235"/>
          </w:placeholder>
        </w:sdtPr>
        <w:sdtEndPr/>
        <w:sdtContent>
          <w:r w:rsidR="00D00D8F" w:rsidRPr="001D5EB3">
            <w:t>………………………………….….……………………………………………..………………</w:t>
          </w:r>
        </w:sdtContent>
      </w:sdt>
    </w:p>
    <w:p w14:paraId="51D5B248" w14:textId="77777777" w:rsidR="008832B0" w:rsidRDefault="008832B0" w:rsidP="002E45D6">
      <w:pPr>
        <w:rPr>
          <w:rFonts w:ascii="Arial" w:hAnsi="Arial" w:cs="Arial"/>
          <w:sz w:val="20"/>
          <w:szCs w:val="20"/>
        </w:rPr>
      </w:pPr>
    </w:p>
    <w:p w14:paraId="0596E4DB" w14:textId="1E4A6016" w:rsidR="00D00D8F" w:rsidRPr="00F56600" w:rsidRDefault="00273F31" w:rsidP="00F56600">
      <w:pPr>
        <w:jc w:val="both"/>
        <w:rPr>
          <w:rFonts w:ascii="Arial" w:hAnsi="Arial" w:cs="Arial"/>
          <w:b/>
          <w:i/>
          <w:sz w:val="20"/>
          <w:szCs w:val="20"/>
        </w:rPr>
      </w:pPr>
      <w:r w:rsidRPr="00273F31">
        <w:rPr>
          <w:rFonts w:ascii="Arial" w:hAnsi="Arial" w:cs="Arial"/>
          <w:b/>
          <w:sz w:val="20"/>
          <w:szCs w:val="20"/>
        </w:rPr>
        <w:t>ribasso percentuale offerto,</w:t>
      </w:r>
      <w:r w:rsidR="00EC6E51" w:rsidRPr="00EC6E51">
        <w:rPr>
          <w:rFonts w:ascii="Arial" w:hAnsi="Arial" w:cs="Arial"/>
          <w:b/>
          <w:sz w:val="20"/>
          <w:szCs w:val="20"/>
        </w:rPr>
        <w:t xml:space="preserve"> approssimato alla seconda cifra decimale </w:t>
      </w:r>
      <w:r w:rsidR="00D00D8F" w:rsidRPr="00F56600">
        <w:rPr>
          <w:rFonts w:ascii="Arial" w:hAnsi="Arial" w:cs="Arial"/>
          <w:b/>
          <w:i/>
          <w:sz w:val="20"/>
          <w:szCs w:val="20"/>
        </w:rPr>
        <w:t xml:space="preserve">(in </w:t>
      </w:r>
      <w:r w:rsidR="002E45D6" w:rsidRPr="00F56600">
        <w:rPr>
          <w:rFonts w:ascii="Arial" w:hAnsi="Arial" w:cs="Arial"/>
          <w:b/>
          <w:i/>
          <w:sz w:val="20"/>
          <w:szCs w:val="20"/>
        </w:rPr>
        <w:t>lettere</w:t>
      </w:r>
      <w:r w:rsidR="00D00D8F" w:rsidRPr="00F56600">
        <w:rPr>
          <w:rFonts w:ascii="Arial" w:hAnsi="Arial" w:cs="Arial"/>
          <w:b/>
          <w:i/>
          <w:sz w:val="20"/>
          <w:szCs w:val="20"/>
        </w:rPr>
        <w:t>)</w:t>
      </w:r>
    </w:p>
    <w:p w14:paraId="7638BAA8" w14:textId="08D667F3" w:rsidR="002E45D6" w:rsidRPr="00D00D8F" w:rsidRDefault="009E4CC7" w:rsidP="002E45D6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175713676"/>
          <w:placeholder>
            <w:docPart w:val="F7BAA1139C49484C9B00C360E1C825B2"/>
          </w:placeholder>
        </w:sdtPr>
        <w:sdtEndPr/>
        <w:sdtContent>
          <w:r w:rsidR="00D00D8F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4099BB94" w14:textId="112135D8" w:rsidR="00273F31" w:rsidRDefault="00ED2A6D" w:rsidP="00273F31">
      <w:pPr>
        <w:pStyle w:val="LetteraTipo"/>
        <w:jc w:val="both"/>
        <w:rPr>
          <w:rFonts w:eastAsia="Times New Roman"/>
          <w:b/>
          <w:lang w:eastAsia="it-IT"/>
        </w:rPr>
      </w:pPr>
      <w:r>
        <w:rPr>
          <w:rFonts w:eastAsia="Times New Roman"/>
          <w:b/>
          <w:lang w:eastAsia="it-IT"/>
        </w:rPr>
        <w:t>da applicare</w:t>
      </w:r>
      <w:r w:rsidR="00A543B2" w:rsidRPr="00A543B2">
        <w:rPr>
          <w:rFonts w:eastAsia="Times New Roman"/>
          <w:b/>
          <w:lang w:eastAsia="it-IT"/>
        </w:rPr>
        <w:t xml:space="preserve"> </w:t>
      </w:r>
      <w:r w:rsidR="00273F31">
        <w:rPr>
          <w:rFonts w:eastAsia="Times New Roman"/>
          <w:b/>
          <w:lang w:eastAsia="it-IT"/>
        </w:rPr>
        <w:t xml:space="preserve">al </w:t>
      </w:r>
      <w:r w:rsidR="00273F31" w:rsidRPr="00273F31">
        <w:rPr>
          <w:rFonts w:eastAsia="Times New Roman"/>
          <w:b/>
          <w:lang w:eastAsia="it-IT"/>
        </w:rPr>
        <w:t xml:space="preserve">canone di noleggio </w:t>
      </w:r>
      <w:r w:rsidR="00273F31">
        <w:rPr>
          <w:rFonts w:eastAsia="Times New Roman"/>
          <w:b/>
          <w:lang w:eastAsia="it-IT"/>
        </w:rPr>
        <w:t>mensile posto a base di gara,  pari a € 15.000.</w:t>
      </w:r>
    </w:p>
    <w:p w14:paraId="60D88874" w14:textId="77777777" w:rsidR="00C74846" w:rsidRDefault="00C74846" w:rsidP="00C74846">
      <w:pPr>
        <w:pStyle w:val="LetteraTipo"/>
        <w:jc w:val="both"/>
        <w:rPr>
          <w:bCs/>
        </w:rPr>
      </w:pPr>
    </w:p>
    <w:p w14:paraId="4749C549" w14:textId="56B11ED6" w:rsidR="003E739B" w:rsidRPr="007254CF" w:rsidRDefault="00454076" w:rsidP="008155F5">
      <w:pPr>
        <w:pStyle w:val="LetteraTipo"/>
        <w:spacing w:line="276" w:lineRule="auto"/>
        <w:jc w:val="both"/>
      </w:pPr>
      <w:r w:rsidRPr="00950882">
        <w:rPr>
          <w:b/>
        </w:rPr>
        <w:t>N.B.</w:t>
      </w:r>
      <w:r w:rsidR="00E364AD">
        <w:rPr>
          <w:b/>
        </w:rPr>
        <w:t>1</w:t>
      </w:r>
      <w:r>
        <w:t>:</w:t>
      </w:r>
      <w:r w:rsidR="00950882">
        <w:t xml:space="preserve"> </w:t>
      </w:r>
      <w:r w:rsidR="003E739B" w:rsidRPr="007254CF">
        <w:t>il</w:t>
      </w:r>
      <w:r w:rsidR="00F72063" w:rsidRPr="007254CF">
        <w:t xml:space="preserve"> </w:t>
      </w:r>
      <w:r w:rsidR="003E739B" w:rsidRPr="007254CF">
        <w:t>periodo di validità dell’offerta, a pena di esclusione dalla gara, non potrà essere inferiore a 180 giorni dalla data</w:t>
      </w:r>
      <w:r w:rsidR="00402097" w:rsidRPr="007254CF">
        <w:t xml:space="preserve"> </w:t>
      </w:r>
      <w:r w:rsidR="003E739B" w:rsidRPr="007254CF">
        <w:t xml:space="preserve">di scadenza del termine per la presentazione delle offerte. </w:t>
      </w:r>
    </w:p>
    <w:p w14:paraId="2E9A19B8" w14:textId="1F0C5AC9" w:rsidR="008B418F" w:rsidRDefault="00E364AD" w:rsidP="008155F5">
      <w:pPr>
        <w:pStyle w:val="LetteraTipo"/>
        <w:spacing w:line="276" w:lineRule="auto"/>
        <w:jc w:val="both"/>
      </w:pPr>
      <w:r>
        <w:rPr>
          <w:b/>
        </w:rPr>
        <w:t>N.B.2</w:t>
      </w:r>
      <w:r w:rsidR="00A64D3E" w:rsidRPr="00A64D3E">
        <w:rPr>
          <w:b/>
        </w:rPr>
        <w:t>:</w:t>
      </w:r>
      <w:r w:rsidR="00A64D3E">
        <w:t xml:space="preserve"> In caso di mancat</w:t>
      </w:r>
      <w:r w:rsidR="00273F31">
        <w:t>a corrispondenza tra i ribassi</w:t>
      </w:r>
      <w:r w:rsidR="00A64D3E">
        <w:t xml:space="preserve"> espressi in cifre e q</w:t>
      </w:r>
      <w:r w:rsidR="00A543B2">
        <w:t>uelli espressi il lettere, preva</w:t>
      </w:r>
      <w:r w:rsidR="00A64D3E">
        <w:t>rranno quelli espressi in lettere</w:t>
      </w:r>
      <w:r w:rsidR="00454076">
        <w:t>.</w:t>
      </w:r>
    </w:p>
    <w:p w14:paraId="2654DCB3" w14:textId="77777777" w:rsidR="00273F31" w:rsidRDefault="00273F31" w:rsidP="008155F5">
      <w:pPr>
        <w:pStyle w:val="LetteraTipo"/>
        <w:spacing w:line="276" w:lineRule="auto"/>
        <w:jc w:val="both"/>
      </w:pPr>
    </w:p>
    <w:p w14:paraId="0A215547" w14:textId="77777777" w:rsidR="00D4161B" w:rsidRDefault="00D4161B" w:rsidP="00F860B6">
      <w:pPr>
        <w:pStyle w:val="LetteraTipo"/>
        <w:jc w:val="both"/>
        <w:rPr>
          <w:b/>
          <w:sz w:val="24"/>
          <w:szCs w:val="24"/>
        </w:rPr>
      </w:pPr>
    </w:p>
    <w:p w14:paraId="4801F03F" w14:textId="5982AFC6" w:rsidR="00DE15B8" w:rsidRPr="007254CF" w:rsidRDefault="00DE15B8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>A</w:t>
      </w:r>
      <w:r w:rsidR="002241BE" w:rsidRPr="007254CF">
        <w:rPr>
          <w:b/>
          <w:sz w:val="24"/>
          <w:szCs w:val="24"/>
        </w:rPr>
        <w:t>TI/CONSORZI</w:t>
      </w:r>
      <w:r w:rsidRPr="007254CF">
        <w:rPr>
          <w:b/>
          <w:sz w:val="24"/>
          <w:szCs w:val="24"/>
        </w:rPr>
        <w:t xml:space="preserve"> </w:t>
      </w:r>
      <w:r w:rsidR="00C444B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>gs. n. 50/2016</w:t>
      </w:r>
      <w:r w:rsidR="00206D1E">
        <w:rPr>
          <w:b/>
          <w:sz w:val="24"/>
          <w:szCs w:val="24"/>
        </w:rPr>
        <w:t xml:space="preserve"> e </w:t>
      </w:r>
      <w:proofErr w:type="spellStart"/>
      <w:r w:rsidR="00206D1E">
        <w:rPr>
          <w:b/>
          <w:sz w:val="24"/>
          <w:szCs w:val="24"/>
        </w:rPr>
        <w:t>s.m.i.</w:t>
      </w:r>
      <w:proofErr w:type="spellEnd"/>
      <w:r w:rsidR="00BE5000" w:rsidRPr="007254CF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COSTITUITI</w:t>
      </w:r>
      <w:r w:rsidR="00B9334F" w:rsidRPr="007254CF">
        <w:rPr>
          <w:b/>
          <w:sz w:val="24"/>
          <w:szCs w:val="24"/>
        </w:rPr>
        <w:t>:</w:t>
      </w:r>
    </w:p>
    <w:p w14:paraId="0D6A788F" w14:textId="77777777" w:rsidR="00DE15B8" w:rsidRPr="001D5EB3" w:rsidRDefault="00DE15B8" w:rsidP="00F860B6">
      <w:pPr>
        <w:pStyle w:val="LetteraTipo"/>
        <w:jc w:val="both"/>
      </w:pPr>
    </w:p>
    <w:p w14:paraId="489FB275" w14:textId="77777777" w:rsidR="004D20F5" w:rsidRPr="001D5EB3" w:rsidRDefault="003B1614" w:rsidP="00F860B6">
      <w:pPr>
        <w:pStyle w:val="LetteraTipo"/>
        <w:jc w:val="both"/>
      </w:pPr>
      <w:r w:rsidRPr="001D5EB3">
        <w:t>L’</w:t>
      </w:r>
      <w:r w:rsidR="004D20F5" w:rsidRPr="001D5EB3">
        <w:t>Impresa/Società</w:t>
      </w:r>
      <w:sdt>
        <w:sdtPr>
          <w:id w:val="589887174"/>
          <w:placeholder>
            <w:docPart w:val="DefaultPlaceholder_1081868574"/>
          </w:placeholder>
          <w:text/>
        </w:sdtPr>
        <w:sdtEndPr/>
        <w:sdtContent>
          <w:r w:rsidR="004D20F5" w:rsidRPr="001D5EB3">
            <w:t>...........................................................................</w:t>
          </w:r>
          <w:r w:rsidRPr="001D5EB3">
            <w:t>...................................</w:t>
          </w:r>
          <w:r w:rsidR="004D20F5" w:rsidRPr="001D5EB3">
            <w:t>................</w:t>
          </w:r>
        </w:sdtContent>
      </w:sdt>
      <w:r w:rsidR="004D20F5" w:rsidRPr="001D5EB3">
        <w:t>in qualità di Mandataria/Capogruppo della costituita Associazione Temporanea d'Imprese/Consorzio in forza del mandato collettivo speciale con rappresentanza, irrevocabile, allegato alla documentazione che correda la presente offerta,</w:t>
      </w:r>
    </w:p>
    <w:p w14:paraId="0A3FCBDA" w14:textId="77777777" w:rsidR="008832B0" w:rsidRDefault="008832B0" w:rsidP="00F860B6">
      <w:pPr>
        <w:pStyle w:val="LetteraTipo"/>
        <w:jc w:val="both"/>
      </w:pPr>
    </w:p>
    <w:p w14:paraId="30E124A0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14:paraId="52078264" w14:textId="77777777" w:rsidR="008832B0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4D565C9E" w14:textId="05222706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681CC2F7" w14:textId="24497822" w:rsidR="003E7C08" w:rsidRDefault="00733BB4" w:rsidP="00C60ABC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0CB5EBD9" w14:textId="77777777" w:rsidR="008832B0" w:rsidRDefault="008832B0" w:rsidP="009C25B2">
      <w:pPr>
        <w:pStyle w:val="LetteraTipo"/>
        <w:jc w:val="both"/>
        <w:rPr>
          <w:b/>
        </w:rPr>
      </w:pPr>
    </w:p>
    <w:p w14:paraId="3D9A88C6" w14:textId="77777777" w:rsidR="009C25B2" w:rsidRPr="002E45D6" w:rsidRDefault="009C25B2" w:rsidP="009C25B2">
      <w:pPr>
        <w:pStyle w:val="LetteraTipo"/>
        <w:jc w:val="both"/>
      </w:pPr>
      <w:r w:rsidRPr="002E45D6">
        <w:t xml:space="preserve">ad eseguire l’appalto in oggetto secondo quanto prescritto dalla documentazione tecnica alle seguenti condizioni: </w:t>
      </w:r>
    </w:p>
    <w:p w14:paraId="60DCABC1" w14:textId="77777777" w:rsidR="008832B0" w:rsidRDefault="008832B0" w:rsidP="005F3398">
      <w:pPr>
        <w:pStyle w:val="LetteraTipo"/>
        <w:jc w:val="both"/>
      </w:pPr>
    </w:p>
    <w:p w14:paraId="35DD0276" w14:textId="77777777" w:rsidR="00273F31" w:rsidRPr="002E45D6" w:rsidRDefault="00273F31" w:rsidP="00273F31">
      <w:pPr>
        <w:pStyle w:val="LetteraTipo"/>
        <w:jc w:val="both"/>
      </w:pPr>
      <w:r>
        <w:rPr>
          <w:b/>
        </w:rPr>
        <w:t xml:space="preserve">il ribasso percentuale offerto, </w:t>
      </w:r>
      <w:r w:rsidRPr="00EC6E51">
        <w:rPr>
          <w:b/>
        </w:rPr>
        <w:t xml:space="preserve">approssimato alla seconda cifra decimale </w:t>
      </w:r>
      <w:r>
        <w:rPr>
          <w:b/>
          <w:i/>
        </w:rPr>
        <w:t xml:space="preserve">(in </w:t>
      </w:r>
      <w:r w:rsidRPr="002E45D6">
        <w:rPr>
          <w:b/>
          <w:i/>
        </w:rPr>
        <w:t>cifre):</w:t>
      </w:r>
      <w:r w:rsidRPr="002E45D6">
        <w:rPr>
          <w:i/>
        </w:rPr>
        <w:t xml:space="preserve"> </w:t>
      </w:r>
      <w:sdt>
        <w:sdtPr>
          <w:id w:val="1357773612"/>
          <w:placeholder>
            <w:docPart w:val="02E958201CBE41E0A20369D85A722563"/>
          </w:placeholder>
        </w:sdtPr>
        <w:sdtEndPr/>
        <w:sdtContent>
          <w:r w:rsidRPr="001D5EB3">
            <w:t>………………………………….….……………………………………………..………………</w:t>
          </w:r>
        </w:sdtContent>
      </w:sdt>
    </w:p>
    <w:p w14:paraId="7AB435D1" w14:textId="77777777" w:rsidR="00273F31" w:rsidRDefault="00273F31" w:rsidP="00273F31">
      <w:pPr>
        <w:rPr>
          <w:rFonts w:ascii="Arial" w:hAnsi="Arial" w:cs="Arial"/>
          <w:sz w:val="20"/>
          <w:szCs w:val="20"/>
        </w:rPr>
      </w:pPr>
    </w:p>
    <w:p w14:paraId="6E8181AB" w14:textId="77777777" w:rsidR="00273F31" w:rsidRPr="00F56600" w:rsidRDefault="00273F31" w:rsidP="00273F31">
      <w:pPr>
        <w:jc w:val="both"/>
        <w:rPr>
          <w:rFonts w:ascii="Arial" w:hAnsi="Arial" w:cs="Arial"/>
          <w:b/>
          <w:i/>
          <w:sz w:val="20"/>
          <w:szCs w:val="20"/>
        </w:rPr>
      </w:pPr>
      <w:r w:rsidRPr="00273F31">
        <w:rPr>
          <w:rFonts w:ascii="Arial" w:hAnsi="Arial" w:cs="Arial"/>
          <w:b/>
          <w:sz w:val="20"/>
          <w:szCs w:val="20"/>
        </w:rPr>
        <w:t>il ribasso percentuale offerto,</w:t>
      </w:r>
      <w:r w:rsidRPr="00EC6E51">
        <w:rPr>
          <w:rFonts w:ascii="Arial" w:hAnsi="Arial" w:cs="Arial"/>
          <w:b/>
          <w:sz w:val="20"/>
          <w:szCs w:val="20"/>
        </w:rPr>
        <w:t xml:space="preserve"> approssimato alla seconda cifra decimale </w:t>
      </w:r>
      <w:r w:rsidRPr="00F56600">
        <w:rPr>
          <w:rFonts w:ascii="Arial" w:hAnsi="Arial" w:cs="Arial"/>
          <w:b/>
          <w:i/>
          <w:sz w:val="20"/>
          <w:szCs w:val="20"/>
        </w:rPr>
        <w:t>(in lettere)</w:t>
      </w:r>
    </w:p>
    <w:p w14:paraId="795868F1" w14:textId="77777777" w:rsidR="00273F31" w:rsidRPr="00D00D8F" w:rsidRDefault="009E4CC7" w:rsidP="00273F31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73794152"/>
          <w:placeholder>
            <w:docPart w:val="F006986AE1B44692AA6B5190D389E42A"/>
          </w:placeholder>
        </w:sdtPr>
        <w:sdtEndPr/>
        <w:sdtContent>
          <w:r w:rsidR="00273F31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4FBECE13" w14:textId="665432D8" w:rsidR="00273F31" w:rsidRDefault="00ED2A6D" w:rsidP="00273F31">
      <w:pPr>
        <w:pStyle w:val="LetteraTipo"/>
        <w:jc w:val="both"/>
        <w:rPr>
          <w:rFonts w:eastAsia="Times New Roman"/>
          <w:b/>
          <w:lang w:eastAsia="it-IT"/>
        </w:rPr>
      </w:pPr>
      <w:r>
        <w:rPr>
          <w:rFonts w:eastAsia="Times New Roman"/>
          <w:b/>
          <w:lang w:eastAsia="it-IT"/>
        </w:rPr>
        <w:t xml:space="preserve">da applicare </w:t>
      </w:r>
      <w:r w:rsidR="00273F31">
        <w:rPr>
          <w:rFonts w:eastAsia="Times New Roman"/>
          <w:b/>
          <w:lang w:eastAsia="it-IT"/>
        </w:rPr>
        <w:t xml:space="preserve">al </w:t>
      </w:r>
      <w:r w:rsidR="00273F31" w:rsidRPr="00273F31">
        <w:rPr>
          <w:rFonts w:eastAsia="Times New Roman"/>
          <w:b/>
          <w:lang w:eastAsia="it-IT"/>
        </w:rPr>
        <w:t xml:space="preserve">canone di noleggio </w:t>
      </w:r>
      <w:r w:rsidR="00273F31">
        <w:rPr>
          <w:rFonts w:eastAsia="Times New Roman"/>
          <w:b/>
          <w:lang w:eastAsia="it-IT"/>
        </w:rPr>
        <w:t>mensile posto a base di gara,  pari a € 15.000.</w:t>
      </w:r>
    </w:p>
    <w:p w14:paraId="65F497BA" w14:textId="77777777" w:rsidR="00273F31" w:rsidRDefault="00273F31" w:rsidP="00273F31">
      <w:pPr>
        <w:pStyle w:val="LetteraTipo"/>
        <w:jc w:val="both"/>
        <w:rPr>
          <w:bCs/>
        </w:rPr>
      </w:pPr>
    </w:p>
    <w:p w14:paraId="736D98D4" w14:textId="77777777" w:rsidR="00273F31" w:rsidRPr="007254CF" w:rsidRDefault="00273F31" w:rsidP="00273F31">
      <w:pPr>
        <w:pStyle w:val="LetteraTipo"/>
        <w:spacing w:line="276" w:lineRule="auto"/>
        <w:jc w:val="both"/>
      </w:pPr>
      <w:r w:rsidRPr="00950882">
        <w:rPr>
          <w:b/>
        </w:rPr>
        <w:t>N.B.</w:t>
      </w:r>
      <w:r>
        <w:rPr>
          <w:b/>
        </w:rPr>
        <w:t>1</w:t>
      </w:r>
      <w:r>
        <w:t xml:space="preserve">: </w:t>
      </w:r>
      <w:r w:rsidRPr="007254CF">
        <w:t xml:space="preserve">il periodo di validità dell’offerta, a pena di esclusione dalla gara, non potrà essere inferiore a 180 giorni dalla data di scadenza del termine per la presentazione delle offerte. </w:t>
      </w:r>
    </w:p>
    <w:p w14:paraId="4E8CEA30" w14:textId="77777777" w:rsidR="00273F31" w:rsidRDefault="00273F31" w:rsidP="00273F31">
      <w:pPr>
        <w:pStyle w:val="LetteraTipo"/>
        <w:spacing w:line="276" w:lineRule="auto"/>
        <w:jc w:val="both"/>
      </w:pPr>
      <w:r>
        <w:rPr>
          <w:b/>
        </w:rPr>
        <w:t>N.B.2</w:t>
      </w:r>
      <w:r w:rsidRPr="00A64D3E">
        <w:rPr>
          <w:b/>
        </w:rPr>
        <w:t>:</w:t>
      </w:r>
      <w:r>
        <w:t xml:space="preserve"> In caso di mancata corrispondenza tra i ribassi espressi in cifre e quelli espressi il lettere, prevarranno quelli espressi in lettere.</w:t>
      </w:r>
    </w:p>
    <w:p w14:paraId="02EAFC30" w14:textId="77777777" w:rsidR="00E364AD" w:rsidRPr="00F41942" w:rsidRDefault="00E364AD" w:rsidP="00E364AD">
      <w:pPr>
        <w:pStyle w:val="LetteraTipo"/>
        <w:jc w:val="both"/>
        <w:rPr>
          <w:b/>
          <w:u w:val="single"/>
        </w:rPr>
      </w:pPr>
    </w:p>
    <w:p w14:paraId="2C6556D0" w14:textId="67E5082C" w:rsidR="001209ED" w:rsidRPr="001D5EB3" w:rsidRDefault="001209ED" w:rsidP="00666834">
      <w:pPr>
        <w:pStyle w:val="LetteraTipo"/>
        <w:jc w:val="both"/>
      </w:pPr>
      <w:r w:rsidRPr="001D5EB3">
        <w:t>Ai sensi dell’art. 48 comma 4 del D.lgs</w:t>
      </w:r>
      <w:r w:rsidR="00B17A00" w:rsidRPr="001D5EB3">
        <w:t>.</w:t>
      </w:r>
      <w:r w:rsidRPr="001D5EB3">
        <w:t xml:space="preserve"> n. 50/2016</w:t>
      </w:r>
      <w:r w:rsidR="00206D1E">
        <w:t xml:space="preserve"> e </w:t>
      </w:r>
      <w:proofErr w:type="spellStart"/>
      <w:r w:rsidR="00206D1E">
        <w:t>s.m.i.</w:t>
      </w:r>
      <w:proofErr w:type="spellEnd"/>
      <w:r w:rsidRPr="001D5EB3">
        <w:t>, si riportano di seguito le parti del servizio/fornitura che saranno eseguite dai singoli operatori economici riuniti o consorziati:</w:t>
      </w:r>
    </w:p>
    <w:p w14:paraId="46C03CA8" w14:textId="77777777" w:rsidR="003B1614" w:rsidRPr="001D5EB3" w:rsidRDefault="001209ED" w:rsidP="00666834">
      <w:pPr>
        <w:pStyle w:val="LetteraTipo"/>
        <w:jc w:val="both"/>
      </w:pPr>
      <w:r w:rsidRPr="001D5EB3">
        <w:t xml:space="preserve">-Impresa </w:t>
      </w:r>
      <w:sdt>
        <w:sdtPr>
          <w:id w:val="1509020651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57E3E3BA" w14:textId="77777777" w:rsidR="001209ED" w:rsidRPr="001D5EB3" w:rsidRDefault="001209ED" w:rsidP="00666834">
      <w:pPr>
        <w:pStyle w:val="LetteraTipo"/>
        <w:jc w:val="both"/>
      </w:pPr>
      <w:r w:rsidRPr="001D5EB3">
        <w:t xml:space="preserve">-parte servizio/fornitura </w:t>
      </w:r>
      <w:sdt>
        <w:sdtPr>
          <w:id w:val="1146320142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………………………………………………………………………..………………</w:t>
          </w:r>
        </w:sdtContent>
      </w:sdt>
    </w:p>
    <w:p w14:paraId="5CA44995" w14:textId="77777777" w:rsidR="001209ED" w:rsidRPr="001D5EB3" w:rsidRDefault="001209ED" w:rsidP="00666834">
      <w:pPr>
        <w:pStyle w:val="LetteraTipo"/>
        <w:jc w:val="both"/>
      </w:pPr>
      <w:r w:rsidRPr="001D5EB3">
        <w:t>-Impresa</w:t>
      </w:r>
      <w:r w:rsidR="003B1614" w:rsidRPr="001D5EB3">
        <w:t xml:space="preserve"> </w:t>
      </w:r>
      <w:sdt>
        <w:sdtPr>
          <w:id w:val="-43066539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  <w:r w:rsidRPr="001D5EB3">
        <w:t xml:space="preserve"> </w:t>
      </w:r>
    </w:p>
    <w:p w14:paraId="25A7D25D" w14:textId="77777777" w:rsidR="001209ED" w:rsidRPr="001D5EB3" w:rsidRDefault="001209ED" w:rsidP="00666834">
      <w:pPr>
        <w:pStyle w:val="LetteraTipo"/>
        <w:jc w:val="both"/>
      </w:pPr>
      <w:r w:rsidRPr="001D5EB3">
        <w:t>-parte servizio/f</w:t>
      </w:r>
      <w:r w:rsidR="003B1614" w:rsidRPr="001D5EB3">
        <w:t xml:space="preserve">ornitura </w:t>
      </w:r>
      <w:sdt>
        <w:sdtPr>
          <w:id w:val="-161303666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23E0F94" w14:textId="77777777" w:rsidR="001209ED" w:rsidRPr="001D5EB3" w:rsidRDefault="003B1614" w:rsidP="00666834">
      <w:pPr>
        <w:pStyle w:val="LetteraTipo"/>
        <w:jc w:val="both"/>
      </w:pPr>
      <w:r w:rsidRPr="001D5EB3">
        <w:t xml:space="preserve">-Impresa </w:t>
      </w:r>
      <w:sdt>
        <w:sdtPr>
          <w:id w:val="-154228073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11E879C9" w14:textId="77777777" w:rsidR="001209ED" w:rsidRPr="001D5EB3" w:rsidRDefault="001209ED" w:rsidP="00666834">
      <w:pPr>
        <w:pStyle w:val="LetteraTipo"/>
        <w:jc w:val="both"/>
      </w:pPr>
      <w:r w:rsidRPr="001D5EB3">
        <w:t>-part</w:t>
      </w:r>
      <w:r w:rsidR="003B1614" w:rsidRPr="001D5EB3">
        <w:t xml:space="preserve">e servizio/fornitura </w:t>
      </w:r>
      <w:sdt>
        <w:sdtPr>
          <w:id w:val="-1907687694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F946A88" w14:textId="77777777" w:rsidR="00C01609" w:rsidRDefault="00C01609" w:rsidP="00666834">
      <w:pPr>
        <w:pStyle w:val="LetteraTipo"/>
        <w:jc w:val="both"/>
        <w:rPr>
          <w:u w:val="single"/>
        </w:rPr>
      </w:pPr>
    </w:p>
    <w:p w14:paraId="1C764FF5" w14:textId="77777777" w:rsidR="00273F31" w:rsidRDefault="00273F31" w:rsidP="00F860B6">
      <w:pPr>
        <w:pStyle w:val="LetteraTipo"/>
        <w:jc w:val="both"/>
        <w:rPr>
          <w:b/>
          <w:sz w:val="24"/>
          <w:szCs w:val="24"/>
        </w:rPr>
      </w:pPr>
    </w:p>
    <w:p w14:paraId="3BC7AFAF" w14:textId="587762D0" w:rsidR="00B9334F" w:rsidRPr="007254CF" w:rsidRDefault="00B9334F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 xml:space="preserve">ATI /CONSORZI </w:t>
      </w:r>
      <w:r w:rsidR="00B17A00" w:rsidRPr="007254C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>gs. n. 50/2016</w:t>
      </w:r>
      <w:r w:rsidR="00206D1E">
        <w:rPr>
          <w:b/>
          <w:sz w:val="24"/>
          <w:szCs w:val="24"/>
        </w:rPr>
        <w:t xml:space="preserve"> e </w:t>
      </w:r>
      <w:proofErr w:type="spellStart"/>
      <w:r w:rsidR="00206D1E">
        <w:rPr>
          <w:b/>
          <w:sz w:val="24"/>
          <w:szCs w:val="24"/>
        </w:rPr>
        <w:t>s.m.i.</w:t>
      </w:r>
      <w:proofErr w:type="spellEnd"/>
      <w:r w:rsidR="00BE5000" w:rsidRPr="007254CF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COSTITUENDI</w:t>
      </w:r>
      <w:r w:rsidRPr="007254CF">
        <w:rPr>
          <w:b/>
          <w:sz w:val="24"/>
          <w:szCs w:val="24"/>
        </w:rPr>
        <w:t>:</w:t>
      </w:r>
    </w:p>
    <w:p w14:paraId="76ABA2F7" w14:textId="77777777" w:rsidR="005E7678" w:rsidRPr="001D5EB3" w:rsidRDefault="005E7678" w:rsidP="00F860B6">
      <w:pPr>
        <w:pStyle w:val="LetteraTipo"/>
        <w:jc w:val="both"/>
      </w:pPr>
    </w:p>
    <w:p w14:paraId="3197C821" w14:textId="77777777" w:rsidR="004D20F5" w:rsidRPr="001D5EB3" w:rsidRDefault="004D20F5" w:rsidP="00F860B6">
      <w:pPr>
        <w:pStyle w:val="LetteraTipo"/>
        <w:jc w:val="both"/>
      </w:pPr>
      <w:r w:rsidRPr="001D5EB3">
        <w:t>Le sotto riportate imprese:</w:t>
      </w:r>
    </w:p>
    <w:p w14:paraId="26E57122" w14:textId="77777777" w:rsidR="007035A8" w:rsidRPr="001D5EB3" w:rsidRDefault="009E4CC7" w:rsidP="00F860B6">
      <w:pPr>
        <w:pStyle w:val="LetteraTipo"/>
        <w:jc w:val="both"/>
      </w:pPr>
      <w:sdt>
        <w:sdtPr>
          <w:id w:val="-193759454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</w:t>
          </w:r>
        </w:sdtContent>
      </w:sdt>
      <w:r w:rsidR="007035A8" w:rsidRPr="001D5EB3">
        <w:t xml:space="preserve"> con sede </w:t>
      </w:r>
      <w:sdt>
        <w:sdtPr>
          <w:id w:val="-166470097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…………………………………….</w:t>
          </w:r>
        </w:sdtContent>
      </w:sdt>
      <w:r w:rsidR="007035A8" w:rsidRPr="001D5EB3">
        <w:t xml:space="preserve"> (Mandataria/Capogruppo)</w:t>
      </w:r>
    </w:p>
    <w:p w14:paraId="4B31E258" w14:textId="77777777" w:rsidR="007035A8" w:rsidRPr="001D5EB3" w:rsidRDefault="009E4CC7" w:rsidP="00F860B6">
      <w:pPr>
        <w:pStyle w:val="LetteraTipo"/>
        <w:jc w:val="both"/>
      </w:pPr>
      <w:sdt>
        <w:sdtPr>
          <w:id w:val="1115640184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…………….……………………….……………</w:t>
          </w:r>
        </w:sdtContent>
      </w:sdt>
      <w:r w:rsidR="007035A8" w:rsidRPr="001D5EB3">
        <w:t xml:space="preserve"> con sede </w:t>
      </w:r>
      <w:sdt>
        <w:sdtPr>
          <w:id w:val="-1059168125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53C51E43" w14:textId="77777777" w:rsidR="007035A8" w:rsidRPr="001D5EB3" w:rsidRDefault="009E4CC7" w:rsidP="00F860B6">
      <w:pPr>
        <w:pStyle w:val="LetteraTipo"/>
        <w:jc w:val="both"/>
      </w:pPr>
      <w:sdt>
        <w:sdtPr>
          <w:id w:val="-396050195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…………………………………………………..</w:t>
          </w:r>
        </w:sdtContent>
      </w:sdt>
      <w:r w:rsidR="007035A8" w:rsidRPr="001D5EB3">
        <w:t xml:space="preserve"> con sede </w:t>
      </w:r>
      <w:sdt>
        <w:sdtPr>
          <w:id w:val="-1395112278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4C26D771" w14:textId="77777777" w:rsidR="007035A8" w:rsidRPr="001D5EB3" w:rsidRDefault="009E4CC7" w:rsidP="00F860B6">
      <w:pPr>
        <w:pStyle w:val="LetteraTipo"/>
        <w:jc w:val="both"/>
      </w:pPr>
      <w:sdt>
        <w:sdtPr>
          <w:id w:val="991766253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…………………………………………………...</w:t>
          </w:r>
        </w:sdtContent>
      </w:sdt>
      <w:r w:rsidR="007035A8" w:rsidRPr="001D5EB3">
        <w:t xml:space="preserve"> con sede </w:t>
      </w:r>
      <w:sdt>
        <w:sdtPr>
          <w:id w:val="-1759509408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……………………………………………….</w:t>
          </w:r>
        </w:sdtContent>
      </w:sdt>
    </w:p>
    <w:p w14:paraId="7BA533CF" w14:textId="77777777" w:rsidR="008832B0" w:rsidRDefault="009E4CC7" w:rsidP="00F860B6">
      <w:pPr>
        <w:pStyle w:val="LetteraTipo"/>
        <w:jc w:val="both"/>
      </w:pPr>
      <w:sdt>
        <w:sdtPr>
          <w:id w:val="1899708576"/>
          <w:placeholder>
            <w:docPart w:val="905D0AC763D44B22B6ABC0C5DCEE38FB"/>
          </w:placeholder>
          <w:text/>
        </w:sdtPr>
        <w:sdtEndPr/>
        <w:sdtContent>
          <w:r w:rsidR="007035A8" w:rsidRPr="001D5EB3">
            <w:t>……………………………….………………………………………………………………………………</w:t>
          </w:r>
        </w:sdtContent>
      </w:sdt>
    </w:p>
    <w:p w14:paraId="5EDF75FA" w14:textId="77777777" w:rsidR="00D4161B" w:rsidRDefault="00D4161B" w:rsidP="00F860B6">
      <w:pPr>
        <w:pStyle w:val="LetteraTipo"/>
        <w:jc w:val="both"/>
      </w:pPr>
    </w:p>
    <w:p w14:paraId="408E77A4" w14:textId="0BC1891C" w:rsidR="004D20F5" w:rsidRPr="001D5EB3" w:rsidRDefault="004D20F5" w:rsidP="00F860B6">
      <w:pPr>
        <w:pStyle w:val="LetteraTipo"/>
        <w:jc w:val="both"/>
      </w:pPr>
      <w:r w:rsidRPr="001D5EB3">
        <w:t>impegnate a costituirsi in ATI/Consorzio, in caso di aggiudicazione,</w:t>
      </w:r>
      <w:r w:rsidRPr="001D5EB3">
        <w:rPr>
          <w:i/>
        </w:rPr>
        <w:t xml:space="preserve"> </w:t>
      </w:r>
      <w:r w:rsidRPr="001D5EB3">
        <w:t>mediante</w:t>
      </w:r>
      <w:r w:rsidRPr="001D5EB3">
        <w:rPr>
          <w:i/>
        </w:rPr>
        <w:t xml:space="preserve"> </w:t>
      </w:r>
      <w:r w:rsidRPr="001D5EB3">
        <w:t>conferimento di mandato collettivo speciale con rappresentanza all’impresa qualificata come mandataria o capogruppo, la quale stipulerà il contratto in nome proprio e delle mandanti, cosi come dichiarato nella documentazione che correda la presente offerta,</w:t>
      </w:r>
    </w:p>
    <w:p w14:paraId="1AB5A2DC" w14:textId="77777777" w:rsidR="008832B0" w:rsidRDefault="008832B0" w:rsidP="00F860B6">
      <w:pPr>
        <w:pStyle w:val="LetteraTipo"/>
        <w:jc w:val="both"/>
      </w:pPr>
    </w:p>
    <w:p w14:paraId="294CC891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consapevoli delle sanzioni penali previste dall'articolo 76 del medesimo DPR 445/2000, per le ipotesi di falsità in atti e dichiarazioni mendaci ivi indicate,</w:t>
      </w:r>
    </w:p>
    <w:p w14:paraId="3DBDD6D4" w14:textId="77777777" w:rsidR="00D4161B" w:rsidRDefault="00D4161B" w:rsidP="007254CF">
      <w:pPr>
        <w:pStyle w:val="LetteraTipo"/>
        <w:jc w:val="center"/>
        <w:rPr>
          <w:b/>
        </w:rPr>
      </w:pPr>
    </w:p>
    <w:p w14:paraId="6B210213" w14:textId="77777777" w:rsidR="005E7678" w:rsidRPr="007254CF" w:rsidRDefault="001A3602" w:rsidP="007254CF">
      <w:pPr>
        <w:pStyle w:val="LetteraTipo"/>
        <w:jc w:val="center"/>
        <w:rPr>
          <w:b/>
        </w:rPr>
      </w:pPr>
      <w:r w:rsidRPr="007254CF">
        <w:rPr>
          <w:b/>
        </w:rPr>
        <w:t>D</w:t>
      </w:r>
      <w:r w:rsidR="005E7678" w:rsidRPr="007254CF">
        <w:rPr>
          <w:b/>
        </w:rPr>
        <w:t>ICHIARANO CONGIUNTAMENTE</w:t>
      </w:r>
    </w:p>
    <w:p w14:paraId="6C598492" w14:textId="77777777" w:rsidR="005E7678" w:rsidRPr="007254CF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>che le medesime</w:t>
      </w:r>
    </w:p>
    <w:p w14:paraId="4D0B81D6" w14:textId="3F00C9E4" w:rsidR="00E364AD" w:rsidRDefault="005E7678" w:rsidP="00D00D8F">
      <w:pPr>
        <w:pStyle w:val="LetteraTipo"/>
        <w:jc w:val="center"/>
        <w:rPr>
          <w:b/>
        </w:rPr>
      </w:pPr>
      <w:r w:rsidRPr="007254CF">
        <w:rPr>
          <w:b/>
        </w:rPr>
        <w:t xml:space="preserve">SI </w:t>
      </w:r>
      <w:r w:rsidR="00733BB4" w:rsidRPr="007254CF">
        <w:rPr>
          <w:b/>
        </w:rPr>
        <w:t>OBBLIGANO</w:t>
      </w:r>
    </w:p>
    <w:p w14:paraId="204762C8" w14:textId="77777777" w:rsidR="008832B0" w:rsidRDefault="008832B0" w:rsidP="00B83000">
      <w:pPr>
        <w:pStyle w:val="LetteraTipo"/>
        <w:jc w:val="both"/>
      </w:pPr>
    </w:p>
    <w:p w14:paraId="69854964" w14:textId="395D5DDE" w:rsidR="00B83000" w:rsidRDefault="00B83000" w:rsidP="00B83000">
      <w:pPr>
        <w:pStyle w:val="LetteraTipo"/>
        <w:jc w:val="both"/>
        <w:rPr>
          <w:b/>
        </w:rPr>
      </w:pPr>
      <w:r w:rsidRPr="002E45D6">
        <w:lastRenderedPageBreak/>
        <w:t>ad eseguire l’appalto in oggetto secondo quanto prescritto dalla documentazione tecnica alle seguenti condizioni:</w:t>
      </w:r>
    </w:p>
    <w:p w14:paraId="22E758D3" w14:textId="77777777" w:rsidR="008832B0" w:rsidRDefault="008832B0" w:rsidP="005F3398">
      <w:pPr>
        <w:pStyle w:val="LetteraTipo"/>
        <w:jc w:val="both"/>
        <w:rPr>
          <w:b/>
        </w:rPr>
      </w:pPr>
    </w:p>
    <w:p w14:paraId="42050CA7" w14:textId="77777777" w:rsidR="00273F31" w:rsidRPr="002E45D6" w:rsidRDefault="00273F31" w:rsidP="00273F31">
      <w:pPr>
        <w:pStyle w:val="LetteraTipo"/>
        <w:jc w:val="both"/>
      </w:pPr>
      <w:r>
        <w:rPr>
          <w:b/>
        </w:rPr>
        <w:t xml:space="preserve">il ribasso percentuale offerto, </w:t>
      </w:r>
      <w:r w:rsidRPr="00EC6E51">
        <w:rPr>
          <w:b/>
        </w:rPr>
        <w:t xml:space="preserve">approssimato alla seconda cifra decimale </w:t>
      </w:r>
      <w:r>
        <w:rPr>
          <w:b/>
          <w:i/>
        </w:rPr>
        <w:t xml:space="preserve">(in </w:t>
      </w:r>
      <w:r w:rsidRPr="002E45D6">
        <w:rPr>
          <w:b/>
          <w:i/>
        </w:rPr>
        <w:t>cifre):</w:t>
      </w:r>
      <w:r w:rsidRPr="002E45D6">
        <w:rPr>
          <w:i/>
        </w:rPr>
        <w:t xml:space="preserve"> </w:t>
      </w:r>
      <w:sdt>
        <w:sdtPr>
          <w:id w:val="63760400"/>
          <w:placeholder>
            <w:docPart w:val="40B6C718DE804B11B4A501B118612D79"/>
          </w:placeholder>
        </w:sdtPr>
        <w:sdtEndPr/>
        <w:sdtContent>
          <w:r w:rsidRPr="001D5EB3">
            <w:t>………………………………….….……………………………………………..………………</w:t>
          </w:r>
        </w:sdtContent>
      </w:sdt>
    </w:p>
    <w:p w14:paraId="56C33D1B" w14:textId="77777777" w:rsidR="00273F31" w:rsidRDefault="00273F31" w:rsidP="00273F31">
      <w:pPr>
        <w:rPr>
          <w:rFonts w:ascii="Arial" w:hAnsi="Arial" w:cs="Arial"/>
          <w:sz w:val="20"/>
          <w:szCs w:val="20"/>
        </w:rPr>
      </w:pPr>
    </w:p>
    <w:p w14:paraId="1B0C17DE" w14:textId="77777777" w:rsidR="00273F31" w:rsidRPr="00F56600" w:rsidRDefault="00273F31" w:rsidP="00273F31">
      <w:pPr>
        <w:jc w:val="both"/>
        <w:rPr>
          <w:rFonts w:ascii="Arial" w:hAnsi="Arial" w:cs="Arial"/>
          <w:b/>
          <w:i/>
          <w:sz w:val="20"/>
          <w:szCs w:val="20"/>
        </w:rPr>
      </w:pPr>
      <w:r w:rsidRPr="00273F31">
        <w:rPr>
          <w:rFonts w:ascii="Arial" w:hAnsi="Arial" w:cs="Arial"/>
          <w:b/>
          <w:sz w:val="20"/>
          <w:szCs w:val="20"/>
        </w:rPr>
        <w:t>il ribasso percentuale offerto,</w:t>
      </w:r>
      <w:r w:rsidRPr="00EC6E51">
        <w:rPr>
          <w:rFonts w:ascii="Arial" w:hAnsi="Arial" w:cs="Arial"/>
          <w:b/>
          <w:sz w:val="20"/>
          <w:szCs w:val="20"/>
        </w:rPr>
        <w:t xml:space="preserve"> approssimato alla seconda cifra decimale </w:t>
      </w:r>
      <w:r w:rsidRPr="00F56600">
        <w:rPr>
          <w:rFonts w:ascii="Arial" w:hAnsi="Arial" w:cs="Arial"/>
          <w:b/>
          <w:i/>
          <w:sz w:val="20"/>
          <w:szCs w:val="20"/>
        </w:rPr>
        <w:t>(in lettere)</w:t>
      </w:r>
    </w:p>
    <w:p w14:paraId="39FC5812" w14:textId="77777777" w:rsidR="00273F31" w:rsidRPr="00D00D8F" w:rsidRDefault="009E4CC7" w:rsidP="00273F31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379679938"/>
          <w:placeholder>
            <w:docPart w:val="4BDA2D868F7E4C18B552292683647E05"/>
          </w:placeholder>
        </w:sdtPr>
        <w:sdtEndPr/>
        <w:sdtContent>
          <w:r w:rsidR="00273F31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20CB7BC3" w14:textId="6A197FE1" w:rsidR="00273F31" w:rsidRDefault="00ED2A6D" w:rsidP="00273F31">
      <w:pPr>
        <w:pStyle w:val="LetteraTipo"/>
        <w:jc w:val="both"/>
        <w:rPr>
          <w:rFonts w:eastAsia="Times New Roman"/>
          <w:b/>
          <w:lang w:eastAsia="it-IT"/>
        </w:rPr>
      </w:pPr>
      <w:r>
        <w:rPr>
          <w:rFonts w:eastAsia="Times New Roman"/>
          <w:b/>
          <w:lang w:eastAsia="it-IT"/>
        </w:rPr>
        <w:t>da applicare</w:t>
      </w:r>
      <w:r w:rsidR="00273F31" w:rsidRPr="00A543B2">
        <w:rPr>
          <w:rFonts w:eastAsia="Times New Roman"/>
          <w:b/>
          <w:lang w:eastAsia="it-IT"/>
        </w:rPr>
        <w:t xml:space="preserve"> </w:t>
      </w:r>
      <w:r w:rsidR="00273F31">
        <w:rPr>
          <w:rFonts w:eastAsia="Times New Roman"/>
          <w:b/>
          <w:lang w:eastAsia="it-IT"/>
        </w:rPr>
        <w:t xml:space="preserve">al </w:t>
      </w:r>
      <w:r w:rsidR="00273F31" w:rsidRPr="00273F31">
        <w:rPr>
          <w:rFonts w:eastAsia="Times New Roman"/>
          <w:b/>
          <w:lang w:eastAsia="it-IT"/>
        </w:rPr>
        <w:t xml:space="preserve">canone di noleggio </w:t>
      </w:r>
      <w:r w:rsidR="00273F31">
        <w:rPr>
          <w:rFonts w:eastAsia="Times New Roman"/>
          <w:b/>
          <w:lang w:eastAsia="it-IT"/>
        </w:rPr>
        <w:t>mensile posto a base di gara,  pari a € 15.000.</w:t>
      </w:r>
    </w:p>
    <w:p w14:paraId="3957BDC9" w14:textId="77777777" w:rsidR="00273F31" w:rsidRDefault="00273F31" w:rsidP="00273F31">
      <w:pPr>
        <w:pStyle w:val="LetteraTipo"/>
        <w:jc w:val="both"/>
        <w:rPr>
          <w:bCs/>
        </w:rPr>
      </w:pPr>
    </w:p>
    <w:p w14:paraId="7618889B" w14:textId="77777777" w:rsidR="00273F31" w:rsidRPr="007254CF" w:rsidRDefault="00273F31" w:rsidP="00273F31">
      <w:pPr>
        <w:pStyle w:val="LetteraTipo"/>
        <w:spacing w:line="276" w:lineRule="auto"/>
        <w:jc w:val="both"/>
      </w:pPr>
      <w:r w:rsidRPr="00950882">
        <w:rPr>
          <w:b/>
        </w:rPr>
        <w:t>N.B.</w:t>
      </w:r>
      <w:r>
        <w:rPr>
          <w:b/>
        </w:rPr>
        <w:t>1</w:t>
      </w:r>
      <w:r>
        <w:t xml:space="preserve">: </w:t>
      </w:r>
      <w:r w:rsidRPr="007254CF">
        <w:t xml:space="preserve">il periodo di validità dell’offerta, a pena di esclusione dalla gara, non potrà essere inferiore a 180 giorni dalla data di scadenza del termine per la presentazione delle offerte. </w:t>
      </w:r>
    </w:p>
    <w:p w14:paraId="263D922E" w14:textId="77777777" w:rsidR="00273F31" w:rsidRDefault="00273F31" w:rsidP="00273F31">
      <w:pPr>
        <w:pStyle w:val="LetteraTipo"/>
        <w:spacing w:line="276" w:lineRule="auto"/>
        <w:jc w:val="both"/>
      </w:pPr>
      <w:r>
        <w:rPr>
          <w:b/>
        </w:rPr>
        <w:t>N.B.2</w:t>
      </w:r>
      <w:r w:rsidRPr="00A64D3E">
        <w:rPr>
          <w:b/>
        </w:rPr>
        <w:t>:</w:t>
      </w:r>
      <w:r>
        <w:t xml:space="preserve"> In caso di mancata corrispondenza tra i ribassi espressi in cifre e quelli espressi il lettere, prevarranno quelli espressi in lettere.</w:t>
      </w:r>
    </w:p>
    <w:p w14:paraId="22E58789" w14:textId="77777777" w:rsidR="006326E3" w:rsidRPr="00666834" w:rsidRDefault="006326E3" w:rsidP="00F860B6">
      <w:pPr>
        <w:pStyle w:val="LetteraTipo"/>
        <w:jc w:val="both"/>
      </w:pPr>
    </w:p>
    <w:p w14:paraId="5A8D56F4" w14:textId="3BE00FD9" w:rsidR="00FE3C52" w:rsidRPr="00666834" w:rsidRDefault="00FE3C52" w:rsidP="00F860B6">
      <w:pPr>
        <w:pStyle w:val="LetteraTipo"/>
        <w:jc w:val="both"/>
      </w:pPr>
      <w:r w:rsidRPr="00666834">
        <w:t>Ai sensi dell’art. 48 comma 4 del D.lgs</w:t>
      </w:r>
      <w:r w:rsidR="009A2246" w:rsidRPr="00666834">
        <w:t>.</w:t>
      </w:r>
      <w:r w:rsidRPr="00666834">
        <w:t xml:space="preserve"> n. 50/2016</w:t>
      </w:r>
      <w:r w:rsidR="00206D1E">
        <w:t xml:space="preserve"> e </w:t>
      </w:r>
      <w:proofErr w:type="spellStart"/>
      <w:r w:rsidR="00206D1E">
        <w:t>s.m.i.</w:t>
      </w:r>
      <w:proofErr w:type="spellEnd"/>
      <w:r w:rsidRPr="00666834">
        <w:t>, si riportano di seguito le parti del servizio/fornitura che saranno eseguite dai singoli operatori economici riuniti o consorziati:</w:t>
      </w:r>
    </w:p>
    <w:p w14:paraId="7B4DB3B7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953757988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</w:p>
    <w:p w14:paraId="6EF474F4" w14:textId="77777777" w:rsidR="00FE3C52" w:rsidRPr="00666834" w:rsidRDefault="00FE3C52" w:rsidP="00F860B6">
      <w:pPr>
        <w:pStyle w:val="LetteraTipo"/>
        <w:jc w:val="both"/>
      </w:pPr>
      <w:r w:rsidRPr="00666834">
        <w:t xml:space="preserve">-parte servizio/fornitura </w:t>
      </w:r>
      <w:sdt>
        <w:sdtPr>
          <w:id w:val="212619900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………………………………………………………………………..………………</w:t>
          </w:r>
        </w:sdtContent>
      </w:sdt>
    </w:p>
    <w:p w14:paraId="3337B00C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206397975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  <w:r w:rsidRPr="00666834">
        <w:t xml:space="preserve"> </w:t>
      </w:r>
    </w:p>
    <w:p w14:paraId="7A699C7D" w14:textId="4944F856" w:rsidR="00FE3C52" w:rsidRPr="001D5EB3" w:rsidRDefault="00FE3C52" w:rsidP="00F860B6">
      <w:pPr>
        <w:pStyle w:val="LetteraTipo"/>
        <w:jc w:val="both"/>
      </w:pPr>
      <w:r w:rsidRPr="001D5EB3">
        <w:t xml:space="preserve">-parte servizio/fornitura </w:t>
      </w:r>
      <w:sdt>
        <w:sdtPr>
          <w:id w:val="1224804464"/>
          <w:placeholder>
            <w:docPart w:val="874783A937A544E7B0D2B8A8D589FB5D"/>
          </w:placeholder>
          <w:text/>
        </w:sdtPr>
        <w:sdtEndPr/>
        <w:sdtContent>
          <w:r w:rsidRPr="001D5EB3">
            <w:t>………</w:t>
          </w:r>
          <w:r w:rsidR="00F860B6">
            <w:t>………………………………………………………..……………………</w:t>
          </w:r>
        </w:sdtContent>
      </w:sdt>
    </w:p>
    <w:p w14:paraId="40A56956" w14:textId="77777777" w:rsidR="00FE3C52" w:rsidRPr="003B1614" w:rsidRDefault="00FE3C52" w:rsidP="00F860B6">
      <w:pPr>
        <w:pStyle w:val="LetteraTipo"/>
        <w:jc w:val="both"/>
      </w:pPr>
      <w:r w:rsidRPr="001D5EB3">
        <w:t>-Impresa</w:t>
      </w:r>
      <w:r w:rsidRPr="003B1614">
        <w:t xml:space="preserve"> </w:t>
      </w:r>
      <w:sdt>
        <w:sdtPr>
          <w:id w:val="-401221146"/>
          <w:placeholder>
            <w:docPart w:val="874783A937A544E7B0D2B8A8D589FB5D"/>
          </w:placeholder>
          <w:text/>
        </w:sdtPr>
        <w:sdtEndPr/>
        <w:sdtContent>
          <w:r w:rsidRPr="00556023">
            <w:t>……………………………………………………………………………………………………..…</w:t>
          </w:r>
        </w:sdtContent>
      </w:sdt>
    </w:p>
    <w:p w14:paraId="6FB8CB69" w14:textId="5C8528B3" w:rsidR="00C56128" w:rsidRPr="00DC2843" w:rsidRDefault="00FE3C52" w:rsidP="00F860B6">
      <w:pPr>
        <w:pStyle w:val="LetteraTipo"/>
        <w:jc w:val="both"/>
      </w:pPr>
      <w:r w:rsidRPr="003B1614">
        <w:t xml:space="preserve">-parte servizio/fornitura </w:t>
      </w:r>
      <w:sdt>
        <w:sdtPr>
          <w:id w:val="-1308633772"/>
          <w:placeholder>
            <w:docPart w:val="874783A937A544E7B0D2B8A8D589FB5D"/>
          </w:placeholder>
          <w:text/>
        </w:sdtPr>
        <w:sdtEndPr/>
        <w:sdtContent>
          <w:r w:rsidRPr="00486510">
            <w:t>………………………………………………………………</w:t>
          </w:r>
          <w:r>
            <w:t>..</w:t>
          </w:r>
          <w:r w:rsidR="00F860B6">
            <w:t>……………………</w:t>
          </w:r>
        </w:sdtContent>
      </w:sdt>
    </w:p>
    <w:p w14:paraId="1F607B20" w14:textId="77777777" w:rsidR="00C56128" w:rsidRDefault="00C56128" w:rsidP="00F860B6">
      <w:pPr>
        <w:pStyle w:val="LetteraTipo"/>
        <w:jc w:val="both"/>
        <w:rPr>
          <w:b/>
        </w:rPr>
      </w:pPr>
    </w:p>
    <w:p w14:paraId="72C826D1" w14:textId="77777777" w:rsidR="00AB32F9" w:rsidRDefault="00AB32F9" w:rsidP="00F860B6">
      <w:pPr>
        <w:pStyle w:val="LetteraTipo"/>
        <w:jc w:val="both"/>
        <w:rPr>
          <w:b/>
        </w:rPr>
      </w:pPr>
    </w:p>
    <w:p w14:paraId="5A7FB2E9" w14:textId="77777777" w:rsidR="00273F31" w:rsidRDefault="00273F31" w:rsidP="00F860B6">
      <w:pPr>
        <w:pStyle w:val="LetteraTipo"/>
        <w:jc w:val="both"/>
        <w:rPr>
          <w:b/>
        </w:rPr>
      </w:pPr>
    </w:p>
    <w:p w14:paraId="6FFF8B8E" w14:textId="77777777" w:rsidR="00273F31" w:rsidRDefault="00273F31" w:rsidP="00F860B6">
      <w:pPr>
        <w:pStyle w:val="LetteraTipo"/>
        <w:jc w:val="both"/>
        <w:rPr>
          <w:b/>
        </w:rPr>
      </w:pPr>
    </w:p>
    <w:p w14:paraId="5DD97A07" w14:textId="77777777" w:rsidR="0064677A" w:rsidRPr="00965517" w:rsidRDefault="0064677A" w:rsidP="00F860B6">
      <w:pPr>
        <w:pStyle w:val="LetteraTipo"/>
        <w:jc w:val="both"/>
        <w:rPr>
          <w:b/>
        </w:rPr>
      </w:pPr>
      <w:r w:rsidRPr="00965517">
        <w:rPr>
          <w:b/>
        </w:rPr>
        <w:t>Si precisa che il presente Modello, debitamente compilato dovrà esse</w:t>
      </w:r>
      <w:r w:rsidR="000460EF" w:rsidRPr="00965517">
        <w:rPr>
          <w:b/>
        </w:rPr>
        <w:t>re firmato digitalmente</w:t>
      </w:r>
      <w:r w:rsidRPr="00965517">
        <w:rPr>
          <w:b/>
        </w:rPr>
        <w:t>:</w:t>
      </w:r>
    </w:p>
    <w:p w14:paraId="66B97A05" w14:textId="6363A2D4" w:rsidR="00D4161B" w:rsidRDefault="0064677A" w:rsidP="008B418F">
      <w:pPr>
        <w:pStyle w:val="LetteraTipo"/>
        <w:jc w:val="both"/>
        <w:rPr>
          <w:b/>
        </w:rPr>
      </w:pPr>
      <w:r w:rsidRPr="00965517">
        <w:rPr>
          <w:b/>
        </w:rPr>
        <w:t>nel caso di impresa singola, dal legale rappresentante/procuratore speciale;</w:t>
      </w:r>
    </w:p>
    <w:p w14:paraId="44C591C6" w14:textId="12A24748" w:rsidR="0064677A" w:rsidRPr="00965517" w:rsidRDefault="0064677A" w:rsidP="00F860B6">
      <w:pPr>
        <w:pStyle w:val="LetteraTipo"/>
        <w:jc w:val="both"/>
        <w:rPr>
          <w:b/>
        </w:rPr>
      </w:pPr>
      <w:r w:rsidRPr="00965517">
        <w:rPr>
          <w:b/>
        </w:rPr>
        <w:t>nel caso di Consorzi di cui  all’art</w:t>
      </w:r>
      <w:r w:rsidR="00B17A00" w:rsidRPr="00965517">
        <w:rPr>
          <w:b/>
        </w:rPr>
        <w:t>. 45 comma 1 lettere b) e c) D.l</w:t>
      </w:r>
      <w:r w:rsidRPr="00965517">
        <w:rPr>
          <w:b/>
        </w:rPr>
        <w:t>gs. n. 50/2016</w:t>
      </w:r>
      <w:r w:rsidR="00206D1E">
        <w:rPr>
          <w:b/>
        </w:rPr>
        <w:t xml:space="preserve"> e </w:t>
      </w:r>
      <w:proofErr w:type="spellStart"/>
      <w:r w:rsidR="00206D1E">
        <w:rPr>
          <w:b/>
        </w:rPr>
        <w:t>s.m.i.</w:t>
      </w:r>
      <w:proofErr w:type="spellEnd"/>
      <w:r w:rsidRPr="00965517">
        <w:rPr>
          <w:b/>
        </w:rPr>
        <w:t>: dal legale rappresentante/procuratore speciale del Consorzio;</w:t>
      </w:r>
    </w:p>
    <w:p w14:paraId="3584A665" w14:textId="76953F30" w:rsidR="007C2587" w:rsidRPr="00965517" w:rsidRDefault="0064677A" w:rsidP="00F860B6">
      <w:pPr>
        <w:pStyle w:val="LetteraTipo"/>
        <w:jc w:val="both"/>
        <w:rPr>
          <w:b/>
        </w:rPr>
      </w:pPr>
      <w:r w:rsidRPr="00965517">
        <w:rPr>
          <w:b/>
        </w:rPr>
        <w:t>nel caso di A.T.I. da costi</w:t>
      </w:r>
      <w:r w:rsidR="00B17A00" w:rsidRPr="00965517">
        <w:rPr>
          <w:b/>
        </w:rPr>
        <w:t>tuire o Consorzio ex art. 48 D.l</w:t>
      </w:r>
      <w:r w:rsidRPr="00965517">
        <w:rPr>
          <w:b/>
        </w:rPr>
        <w:t>gs. n. 50/2016</w:t>
      </w:r>
      <w:r w:rsidR="00206D1E">
        <w:rPr>
          <w:b/>
        </w:rPr>
        <w:t xml:space="preserve"> e </w:t>
      </w:r>
      <w:proofErr w:type="spellStart"/>
      <w:r w:rsidR="00206D1E">
        <w:rPr>
          <w:b/>
        </w:rPr>
        <w:t>s.m.i.</w:t>
      </w:r>
      <w:proofErr w:type="spellEnd"/>
      <w:r w:rsidRPr="00965517">
        <w:rPr>
          <w:b/>
        </w:rPr>
        <w:t xml:space="preserve"> da costituire: dal legale rappresentante/procuratore speciale di ciascuna impresa costituente il raggruppamento/consorzio nel suo complesso;</w:t>
      </w:r>
    </w:p>
    <w:p w14:paraId="1A461630" w14:textId="56A610D1" w:rsidR="00DE3F78" w:rsidRDefault="0064677A" w:rsidP="004A1644">
      <w:pPr>
        <w:pStyle w:val="LetteraTipo"/>
        <w:jc w:val="both"/>
        <w:rPr>
          <w:b/>
        </w:rPr>
      </w:pPr>
      <w:r w:rsidRPr="00965517">
        <w:rPr>
          <w:b/>
        </w:rPr>
        <w:t>nel caso di A.T.I. costituita o Consor</w:t>
      </w:r>
      <w:r w:rsidR="00B17A00" w:rsidRPr="00965517">
        <w:rPr>
          <w:b/>
        </w:rPr>
        <w:t>zio ex art. cui  all’art. 48 D.l</w:t>
      </w:r>
      <w:r w:rsidRPr="00965517">
        <w:rPr>
          <w:b/>
        </w:rPr>
        <w:t>gs. n. 50/2016</w:t>
      </w:r>
      <w:r w:rsidR="00206D1E">
        <w:rPr>
          <w:b/>
        </w:rPr>
        <w:t xml:space="preserve"> e </w:t>
      </w:r>
      <w:proofErr w:type="spellStart"/>
      <w:r w:rsidR="00206D1E">
        <w:rPr>
          <w:b/>
        </w:rPr>
        <w:t>s.m.i.</w:t>
      </w:r>
      <w:proofErr w:type="spellEnd"/>
      <w:r w:rsidRPr="00965517">
        <w:rPr>
          <w:b/>
        </w:rPr>
        <w:t xml:space="preserve"> costituito: dal legale rappresentante/procuratore speciale dell’impresa designata come mandataria o Capogruppo. </w:t>
      </w:r>
    </w:p>
    <w:p w14:paraId="24725587" w14:textId="77777777" w:rsidR="00D4161B" w:rsidRDefault="00D4161B" w:rsidP="004A1644">
      <w:pPr>
        <w:pStyle w:val="LetteraTipo"/>
        <w:jc w:val="both"/>
        <w:rPr>
          <w:b/>
        </w:rPr>
      </w:pPr>
    </w:p>
    <w:p w14:paraId="7B392650" w14:textId="77777777" w:rsidR="00273F31" w:rsidRDefault="00273F31" w:rsidP="004A1644">
      <w:pPr>
        <w:pStyle w:val="LetteraTipo"/>
        <w:jc w:val="both"/>
        <w:rPr>
          <w:b/>
        </w:rPr>
      </w:pPr>
    </w:p>
    <w:p w14:paraId="764A5AE2" w14:textId="6241391E" w:rsidR="006E3078" w:rsidRPr="00273F31" w:rsidRDefault="002F413E" w:rsidP="00273F31">
      <w:pPr>
        <w:pStyle w:val="LetteraTipo"/>
        <w:jc w:val="both"/>
        <w:rPr>
          <w:b/>
        </w:rPr>
      </w:pPr>
      <w:r w:rsidRPr="00965517">
        <w:rPr>
          <w:b/>
        </w:rPr>
        <w:t>Al fine di agevolare i lavori della Commissione esaminatrice ed evitare eventuali error</w:t>
      </w:r>
      <w:r w:rsidR="00A05AE5" w:rsidRPr="00965517">
        <w:rPr>
          <w:b/>
        </w:rPr>
        <w:t xml:space="preserve">i di trascrizione, si invita a </w:t>
      </w:r>
      <w:r w:rsidRPr="00965517">
        <w:rPr>
          <w:b/>
        </w:rPr>
        <w:t>rendere le dichiarazioni utilizzando materialmente il presente modello o una sua fotocopia.</w:t>
      </w:r>
    </w:p>
    <w:sectPr w:rsidR="006E3078" w:rsidRPr="00273F31" w:rsidSect="00DE3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49" w:bottom="993" w:left="2268" w:header="426" w:footer="1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4D69C" w14:textId="77777777" w:rsidR="00FD72BB" w:rsidRDefault="00FD72BB">
      <w:r>
        <w:separator/>
      </w:r>
    </w:p>
  </w:endnote>
  <w:endnote w:type="continuationSeparator" w:id="0">
    <w:p w14:paraId="57983B6D" w14:textId="77777777" w:rsidR="00FD72BB" w:rsidRDefault="00FD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A0600" w14:textId="77777777" w:rsidR="002C08C2" w:rsidRDefault="002C08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F9D96" w14:textId="3F91BE9D" w:rsidR="00206085" w:rsidRPr="00A153F4" w:rsidRDefault="00D4161B" w:rsidP="00DB44A3">
    <w:pPr>
      <w:pStyle w:val="Pidipagina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Modello </w:t>
    </w:r>
    <w:r w:rsidR="00206085" w:rsidRPr="00A153F4">
      <w:rPr>
        <w:rFonts w:ascii="Arial" w:hAnsi="Arial" w:cs="Arial"/>
        <w:b/>
        <w:sz w:val="16"/>
        <w:szCs w:val="16"/>
      </w:rPr>
      <w:t xml:space="preserve">C </w:t>
    </w:r>
    <w:r w:rsidR="00206085" w:rsidRPr="00A153F4">
      <w:rPr>
        <w:rFonts w:ascii="Arial" w:hAnsi="Arial" w:cs="Arial"/>
        <w:b/>
        <w:snapToGrid w:val="0"/>
        <w:sz w:val="16"/>
        <w:szCs w:val="16"/>
      </w:rPr>
      <w:t xml:space="preserve">Pagina </w:t>
    </w:r>
    <w:r w:rsidR="002C08C2">
      <w:rPr>
        <w:rFonts w:ascii="Arial" w:hAnsi="Arial" w:cs="Arial"/>
        <w:b/>
        <w:snapToGrid w:val="0"/>
        <w:sz w:val="16"/>
        <w:szCs w:val="16"/>
      </w:rPr>
      <w:t>5</w:t>
    </w:r>
    <w:r w:rsidR="00206085" w:rsidRPr="00A153F4">
      <w:rPr>
        <w:rFonts w:ascii="Arial" w:hAnsi="Arial" w:cs="Arial"/>
        <w:b/>
        <w:snapToGrid w:val="0"/>
        <w:sz w:val="16"/>
        <w:szCs w:val="16"/>
      </w:rPr>
      <w:t xml:space="preserve"> di </w:t>
    </w:r>
    <w:r w:rsidR="00526DD0">
      <w:rPr>
        <w:rFonts w:ascii="Arial" w:hAnsi="Arial" w:cs="Arial"/>
        <w:b/>
        <w:snapToGrid w:val="0"/>
        <w:sz w:val="16"/>
        <w:szCs w:val="16"/>
      </w:rPr>
      <w:t>5</w:t>
    </w:r>
  </w:p>
  <w:p w14:paraId="5A0D3D43" w14:textId="77777777" w:rsidR="00206085" w:rsidRPr="00DB44A3" w:rsidRDefault="00206085" w:rsidP="00DB44A3">
    <w:pPr>
      <w:pStyle w:val="Pidipagina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D5DF9" w14:textId="77777777" w:rsidR="002C08C2" w:rsidRDefault="002C08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7DE57" w14:textId="77777777" w:rsidR="00FD72BB" w:rsidRDefault="00FD72BB">
      <w:r>
        <w:separator/>
      </w:r>
    </w:p>
  </w:footnote>
  <w:footnote w:type="continuationSeparator" w:id="0">
    <w:p w14:paraId="7B8ADBD8" w14:textId="77777777" w:rsidR="00FD72BB" w:rsidRDefault="00FD7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CA028" w14:textId="77777777" w:rsidR="002C08C2" w:rsidRDefault="002C08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8F20" w14:textId="77777777" w:rsidR="00406DBE" w:rsidRDefault="00BA7F7C" w:rsidP="00406DBE">
    <w:pPr>
      <w:tabs>
        <w:tab w:val="left" w:pos="9638"/>
      </w:tabs>
      <w:ind w:right="-1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anchor distT="0" distB="0" distL="114300" distR="114300" simplePos="0" relativeHeight="251658240" behindDoc="1" locked="0" layoutInCell="1" allowOverlap="1" wp14:anchorId="14675F2F" wp14:editId="5CBB4D9D">
          <wp:simplePos x="0" y="0"/>
          <wp:positionH relativeFrom="column">
            <wp:posOffset>-1421130</wp:posOffset>
          </wp:positionH>
          <wp:positionV relativeFrom="paragraph">
            <wp:posOffset>-241935</wp:posOffset>
          </wp:positionV>
          <wp:extent cx="1667764" cy="933450"/>
          <wp:effectExtent l="0" t="0" r="8890" b="0"/>
          <wp:wrapNone/>
          <wp:docPr id="31" name="Immagine 31" descr="\\srvcnas03\home\gdilauro\My Pictures\20160407_ML_SFUM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0" descr="\\srvcnas03\home\gdilauro\My Pictures\20160407_ML_SFUM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663" cy="938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821">
      <w:rPr>
        <w:rFonts w:ascii="Arial" w:hAnsi="Arial" w:cs="Arial"/>
        <w:i/>
      </w:rPr>
      <w:t xml:space="preserve">                              </w:t>
    </w:r>
  </w:p>
  <w:p w14:paraId="2859A979" w14:textId="77777777" w:rsidR="00F10313" w:rsidRDefault="00F10313" w:rsidP="00406DBE">
    <w:pPr>
      <w:tabs>
        <w:tab w:val="left" w:pos="9638"/>
      </w:tabs>
      <w:ind w:right="-1"/>
      <w:jc w:val="center"/>
      <w:rPr>
        <w:rFonts w:ascii="Arial" w:hAnsi="Arial" w:cs="Arial"/>
        <w:b/>
      </w:rPr>
    </w:pPr>
  </w:p>
  <w:p w14:paraId="12C7618C" w14:textId="5AFB4331" w:rsidR="00A153F4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Modello C</w:t>
    </w:r>
    <w:r w:rsidR="00E364AD">
      <w:rPr>
        <w:rFonts w:ascii="Arial" w:hAnsi="Arial" w:cs="Arial"/>
        <w:b/>
        <w:sz w:val="22"/>
        <w:szCs w:val="22"/>
      </w:rPr>
      <w:t xml:space="preserve"> </w:t>
    </w:r>
  </w:p>
  <w:p w14:paraId="05F6027E" w14:textId="77777777" w:rsidR="00206085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(Modello di Offerta Economica)</w:t>
    </w:r>
  </w:p>
  <w:p w14:paraId="49CA4BF4" w14:textId="77777777" w:rsidR="00206085" w:rsidRDefault="00206085" w:rsidP="005749F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C3B94" w14:textId="77777777" w:rsidR="002C08C2" w:rsidRDefault="002C08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1EB3"/>
    <w:multiLevelType w:val="hybridMultilevel"/>
    <w:tmpl w:val="946C8364"/>
    <w:lvl w:ilvl="0" w:tplc="3BF0BC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D174D"/>
    <w:multiLevelType w:val="hybridMultilevel"/>
    <w:tmpl w:val="297AB47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976232F"/>
    <w:multiLevelType w:val="hybridMultilevel"/>
    <w:tmpl w:val="55F06A42"/>
    <w:lvl w:ilvl="0" w:tplc="C236119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4207562A"/>
    <w:multiLevelType w:val="hybridMultilevel"/>
    <w:tmpl w:val="88BADB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308F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F332DA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C422E9"/>
    <w:multiLevelType w:val="hybridMultilevel"/>
    <w:tmpl w:val="F1828802"/>
    <w:lvl w:ilvl="0" w:tplc="219EEB8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6"/>
  </w:num>
  <w:num w:numId="9">
    <w:abstractNumId w:val="1"/>
  </w:num>
  <w:num w:numId="10">
    <w:abstractNumId w:val="12"/>
  </w:num>
  <w:num w:numId="11">
    <w:abstractNumId w:val="7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8LJXln5OucV8tTFcWVxPX5EgQFUuKe9YjpVuUS+u1OoWW+3EGbAnI7CC41yhCDYa7JanEC/qMP+XWwptC7R6Q==" w:salt="ODNxm24Wb2JWyfBGxkWF5w=="/>
  <w:defaultTabStop w:val="708"/>
  <w:hyphenationZone w:val="283"/>
  <w:noPunctuationKerning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6857"/>
    <w:rsid w:val="000115A2"/>
    <w:rsid w:val="00012F46"/>
    <w:rsid w:val="00014CA0"/>
    <w:rsid w:val="00016F71"/>
    <w:rsid w:val="00024DC7"/>
    <w:rsid w:val="00026939"/>
    <w:rsid w:val="000342F6"/>
    <w:rsid w:val="00035C4C"/>
    <w:rsid w:val="00036830"/>
    <w:rsid w:val="00036DC2"/>
    <w:rsid w:val="00040E74"/>
    <w:rsid w:val="00041753"/>
    <w:rsid w:val="0004218E"/>
    <w:rsid w:val="00042577"/>
    <w:rsid w:val="00044ED6"/>
    <w:rsid w:val="0004592B"/>
    <w:rsid w:val="000460EF"/>
    <w:rsid w:val="0005095A"/>
    <w:rsid w:val="00053A0F"/>
    <w:rsid w:val="00054930"/>
    <w:rsid w:val="00057FFD"/>
    <w:rsid w:val="00061196"/>
    <w:rsid w:val="00062890"/>
    <w:rsid w:val="00062D21"/>
    <w:rsid w:val="00063B44"/>
    <w:rsid w:val="00066326"/>
    <w:rsid w:val="00066B6F"/>
    <w:rsid w:val="00072EBE"/>
    <w:rsid w:val="000741C4"/>
    <w:rsid w:val="000754D7"/>
    <w:rsid w:val="000823A4"/>
    <w:rsid w:val="00084490"/>
    <w:rsid w:val="0008510E"/>
    <w:rsid w:val="00085A5C"/>
    <w:rsid w:val="00086188"/>
    <w:rsid w:val="00093941"/>
    <w:rsid w:val="00094C19"/>
    <w:rsid w:val="000A4DA4"/>
    <w:rsid w:val="000B1D42"/>
    <w:rsid w:val="000B42E2"/>
    <w:rsid w:val="000B502B"/>
    <w:rsid w:val="000B6B93"/>
    <w:rsid w:val="000C0B28"/>
    <w:rsid w:val="000C2C21"/>
    <w:rsid w:val="000C2D2A"/>
    <w:rsid w:val="000C3921"/>
    <w:rsid w:val="000C560E"/>
    <w:rsid w:val="000C5C8E"/>
    <w:rsid w:val="000C74B9"/>
    <w:rsid w:val="000D04B0"/>
    <w:rsid w:val="000D120C"/>
    <w:rsid w:val="000D1B23"/>
    <w:rsid w:val="000D3723"/>
    <w:rsid w:val="000E1166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079BB"/>
    <w:rsid w:val="0011103E"/>
    <w:rsid w:val="00111725"/>
    <w:rsid w:val="001119E6"/>
    <w:rsid w:val="0011341A"/>
    <w:rsid w:val="00115AC0"/>
    <w:rsid w:val="001169FC"/>
    <w:rsid w:val="00116A50"/>
    <w:rsid w:val="001209ED"/>
    <w:rsid w:val="00121B6B"/>
    <w:rsid w:val="0012205C"/>
    <w:rsid w:val="00127B88"/>
    <w:rsid w:val="00130F30"/>
    <w:rsid w:val="0013107F"/>
    <w:rsid w:val="00131253"/>
    <w:rsid w:val="00132376"/>
    <w:rsid w:val="001324BC"/>
    <w:rsid w:val="00133450"/>
    <w:rsid w:val="00135C7B"/>
    <w:rsid w:val="00137FBB"/>
    <w:rsid w:val="00143369"/>
    <w:rsid w:val="00143F91"/>
    <w:rsid w:val="0014546F"/>
    <w:rsid w:val="00146A5B"/>
    <w:rsid w:val="00146E96"/>
    <w:rsid w:val="0015093E"/>
    <w:rsid w:val="0015703E"/>
    <w:rsid w:val="00157056"/>
    <w:rsid w:val="0015762D"/>
    <w:rsid w:val="00162214"/>
    <w:rsid w:val="00162ED3"/>
    <w:rsid w:val="00163778"/>
    <w:rsid w:val="0016502A"/>
    <w:rsid w:val="00166F71"/>
    <w:rsid w:val="00167ACD"/>
    <w:rsid w:val="001705E0"/>
    <w:rsid w:val="00171539"/>
    <w:rsid w:val="00176C01"/>
    <w:rsid w:val="00177F01"/>
    <w:rsid w:val="001805B4"/>
    <w:rsid w:val="00183A65"/>
    <w:rsid w:val="00184FA8"/>
    <w:rsid w:val="00185B15"/>
    <w:rsid w:val="00190D1C"/>
    <w:rsid w:val="00192FAB"/>
    <w:rsid w:val="00195370"/>
    <w:rsid w:val="001964E0"/>
    <w:rsid w:val="00197B36"/>
    <w:rsid w:val="001A1515"/>
    <w:rsid w:val="001A2B0C"/>
    <w:rsid w:val="001A3602"/>
    <w:rsid w:val="001A5C88"/>
    <w:rsid w:val="001B192E"/>
    <w:rsid w:val="001B2DC7"/>
    <w:rsid w:val="001B4528"/>
    <w:rsid w:val="001B4C02"/>
    <w:rsid w:val="001B5921"/>
    <w:rsid w:val="001B5B3A"/>
    <w:rsid w:val="001B655E"/>
    <w:rsid w:val="001B729F"/>
    <w:rsid w:val="001C0574"/>
    <w:rsid w:val="001C537C"/>
    <w:rsid w:val="001C561D"/>
    <w:rsid w:val="001C5A5D"/>
    <w:rsid w:val="001C62B4"/>
    <w:rsid w:val="001D157F"/>
    <w:rsid w:val="001D18AB"/>
    <w:rsid w:val="001D282D"/>
    <w:rsid w:val="001D5EB3"/>
    <w:rsid w:val="001E0F47"/>
    <w:rsid w:val="001E1A86"/>
    <w:rsid w:val="001E7D00"/>
    <w:rsid w:val="001F2B96"/>
    <w:rsid w:val="001F36FD"/>
    <w:rsid w:val="001F4768"/>
    <w:rsid w:val="001F4A58"/>
    <w:rsid w:val="001F7F18"/>
    <w:rsid w:val="00200F1D"/>
    <w:rsid w:val="00202E76"/>
    <w:rsid w:val="0020304D"/>
    <w:rsid w:val="00204842"/>
    <w:rsid w:val="00206085"/>
    <w:rsid w:val="00206D1E"/>
    <w:rsid w:val="00211926"/>
    <w:rsid w:val="0021334C"/>
    <w:rsid w:val="00216DEA"/>
    <w:rsid w:val="002222B2"/>
    <w:rsid w:val="00222FCA"/>
    <w:rsid w:val="002241BE"/>
    <w:rsid w:val="00224703"/>
    <w:rsid w:val="00225669"/>
    <w:rsid w:val="00227274"/>
    <w:rsid w:val="0023372B"/>
    <w:rsid w:val="00235018"/>
    <w:rsid w:val="00235A0D"/>
    <w:rsid w:val="00237CC4"/>
    <w:rsid w:val="00240CCC"/>
    <w:rsid w:val="002430A6"/>
    <w:rsid w:val="002476AF"/>
    <w:rsid w:val="00247991"/>
    <w:rsid w:val="00251963"/>
    <w:rsid w:val="00251A4D"/>
    <w:rsid w:val="00253043"/>
    <w:rsid w:val="0025414D"/>
    <w:rsid w:val="0026037B"/>
    <w:rsid w:val="002637D2"/>
    <w:rsid w:val="00264D14"/>
    <w:rsid w:val="00264EC7"/>
    <w:rsid w:val="00270F2A"/>
    <w:rsid w:val="0027224E"/>
    <w:rsid w:val="00272CD1"/>
    <w:rsid w:val="00273A4C"/>
    <w:rsid w:val="00273F31"/>
    <w:rsid w:val="00275143"/>
    <w:rsid w:val="0027582E"/>
    <w:rsid w:val="00275966"/>
    <w:rsid w:val="00276980"/>
    <w:rsid w:val="0028305D"/>
    <w:rsid w:val="00286529"/>
    <w:rsid w:val="00290FE8"/>
    <w:rsid w:val="002919B5"/>
    <w:rsid w:val="00292F25"/>
    <w:rsid w:val="00297B12"/>
    <w:rsid w:val="00297F7D"/>
    <w:rsid w:val="002A299A"/>
    <w:rsid w:val="002A789E"/>
    <w:rsid w:val="002B14FB"/>
    <w:rsid w:val="002B3557"/>
    <w:rsid w:val="002B4D7B"/>
    <w:rsid w:val="002B6353"/>
    <w:rsid w:val="002B63FE"/>
    <w:rsid w:val="002C08C2"/>
    <w:rsid w:val="002C3A29"/>
    <w:rsid w:val="002D1002"/>
    <w:rsid w:val="002D1819"/>
    <w:rsid w:val="002D3EFF"/>
    <w:rsid w:val="002D5F59"/>
    <w:rsid w:val="002D7DD3"/>
    <w:rsid w:val="002E1C35"/>
    <w:rsid w:val="002E3F8A"/>
    <w:rsid w:val="002E45D6"/>
    <w:rsid w:val="002E685E"/>
    <w:rsid w:val="002E71DA"/>
    <w:rsid w:val="002F12F7"/>
    <w:rsid w:val="002F3165"/>
    <w:rsid w:val="002F3574"/>
    <w:rsid w:val="002F413E"/>
    <w:rsid w:val="002F4631"/>
    <w:rsid w:val="002F538A"/>
    <w:rsid w:val="003008D9"/>
    <w:rsid w:val="003044D5"/>
    <w:rsid w:val="00305E05"/>
    <w:rsid w:val="0030604E"/>
    <w:rsid w:val="003063B9"/>
    <w:rsid w:val="00306E9B"/>
    <w:rsid w:val="00307FBA"/>
    <w:rsid w:val="00312ACA"/>
    <w:rsid w:val="00313F41"/>
    <w:rsid w:val="0031455B"/>
    <w:rsid w:val="003152C4"/>
    <w:rsid w:val="00315ECD"/>
    <w:rsid w:val="00321E28"/>
    <w:rsid w:val="0032323B"/>
    <w:rsid w:val="0032583D"/>
    <w:rsid w:val="00326C09"/>
    <w:rsid w:val="00327544"/>
    <w:rsid w:val="00327997"/>
    <w:rsid w:val="00327D5C"/>
    <w:rsid w:val="003308AB"/>
    <w:rsid w:val="00331021"/>
    <w:rsid w:val="00333890"/>
    <w:rsid w:val="003339EE"/>
    <w:rsid w:val="00333E15"/>
    <w:rsid w:val="00340B21"/>
    <w:rsid w:val="0034193D"/>
    <w:rsid w:val="003424E8"/>
    <w:rsid w:val="00342C4E"/>
    <w:rsid w:val="00342EF4"/>
    <w:rsid w:val="00343CA4"/>
    <w:rsid w:val="00344D59"/>
    <w:rsid w:val="0034657C"/>
    <w:rsid w:val="00346B5D"/>
    <w:rsid w:val="00346C67"/>
    <w:rsid w:val="0035572E"/>
    <w:rsid w:val="00356176"/>
    <w:rsid w:val="00356E7D"/>
    <w:rsid w:val="003574A8"/>
    <w:rsid w:val="00364AC7"/>
    <w:rsid w:val="003652E3"/>
    <w:rsid w:val="00371984"/>
    <w:rsid w:val="00373C00"/>
    <w:rsid w:val="00385198"/>
    <w:rsid w:val="00387443"/>
    <w:rsid w:val="00387E4E"/>
    <w:rsid w:val="003916F8"/>
    <w:rsid w:val="00393D8B"/>
    <w:rsid w:val="003945CB"/>
    <w:rsid w:val="00396D8A"/>
    <w:rsid w:val="0039755F"/>
    <w:rsid w:val="003A6936"/>
    <w:rsid w:val="003A7008"/>
    <w:rsid w:val="003B1614"/>
    <w:rsid w:val="003B2E41"/>
    <w:rsid w:val="003B397A"/>
    <w:rsid w:val="003B5569"/>
    <w:rsid w:val="003C08F8"/>
    <w:rsid w:val="003C10DB"/>
    <w:rsid w:val="003C261B"/>
    <w:rsid w:val="003D0EAF"/>
    <w:rsid w:val="003D1EFB"/>
    <w:rsid w:val="003D254D"/>
    <w:rsid w:val="003D42A4"/>
    <w:rsid w:val="003D5806"/>
    <w:rsid w:val="003D5A31"/>
    <w:rsid w:val="003D6D2A"/>
    <w:rsid w:val="003D7951"/>
    <w:rsid w:val="003E1B4B"/>
    <w:rsid w:val="003E380E"/>
    <w:rsid w:val="003E739B"/>
    <w:rsid w:val="003E7C08"/>
    <w:rsid w:val="003F1099"/>
    <w:rsid w:val="003F3842"/>
    <w:rsid w:val="003F3893"/>
    <w:rsid w:val="003F471B"/>
    <w:rsid w:val="003F4AE4"/>
    <w:rsid w:val="0040188C"/>
    <w:rsid w:val="00401EAB"/>
    <w:rsid w:val="00402097"/>
    <w:rsid w:val="00403706"/>
    <w:rsid w:val="00405C07"/>
    <w:rsid w:val="00406DBE"/>
    <w:rsid w:val="00407AC4"/>
    <w:rsid w:val="0041209A"/>
    <w:rsid w:val="0041379D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31627"/>
    <w:rsid w:val="0043414D"/>
    <w:rsid w:val="00434162"/>
    <w:rsid w:val="00434B3C"/>
    <w:rsid w:val="0043795B"/>
    <w:rsid w:val="00442255"/>
    <w:rsid w:val="0044434E"/>
    <w:rsid w:val="00445966"/>
    <w:rsid w:val="00447271"/>
    <w:rsid w:val="00452819"/>
    <w:rsid w:val="0045313E"/>
    <w:rsid w:val="0045371E"/>
    <w:rsid w:val="004539AF"/>
    <w:rsid w:val="00454076"/>
    <w:rsid w:val="00455723"/>
    <w:rsid w:val="004562C5"/>
    <w:rsid w:val="00456474"/>
    <w:rsid w:val="00456B08"/>
    <w:rsid w:val="0046021B"/>
    <w:rsid w:val="0046027F"/>
    <w:rsid w:val="00462D6A"/>
    <w:rsid w:val="00464D9F"/>
    <w:rsid w:val="00466857"/>
    <w:rsid w:val="00470E15"/>
    <w:rsid w:val="004715E7"/>
    <w:rsid w:val="0047186A"/>
    <w:rsid w:val="00472AEB"/>
    <w:rsid w:val="0047428A"/>
    <w:rsid w:val="00481C7F"/>
    <w:rsid w:val="0048224E"/>
    <w:rsid w:val="004870FD"/>
    <w:rsid w:val="00487DB4"/>
    <w:rsid w:val="0049799E"/>
    <w:rsid w:val="004A1644"/>
    <w:rsid w:val="004A27D2"/>
    <w:rsid w:val="004A32A2"/>
    <w:rsid w:val="004A54AE"/>
    <w:rsid w:val="004A5975"/>
    <w:rsid w:val="004A5E27"/>
    <w:rsid w:val="004A78CD"/>
    <w:rsid w:val="004A79B9"/>
    <w:rsid w:val="004B02EE"/>
    <w:rsid w:val="004B30BA"/>
    <w:rsid w:val="004B6230"/>
    <w:rsid w:val="004B71E6"/>
    <w:rsid w:val="004B7CEE"/>
    <w:rsid w:val="004C0892"/>
    <w:rsid w:val="004C0E7A"/>
    <w:rsid w:val="004C5933"/>
    <w:rsid w:val="004C7146"/>
    <w:rsid w:val="004D1A36"/>
    <w:rsid w:val="004D20F5"/>
    <w:rsid w:val="004D2AE1"/>
    <w:rsid w:val="004D32CB"/>
    <w:rsid w:val="004D61F3"/>
    <w:rsid w:val="004D7F41"/>
    <w:rsid w:val="004E018D"/>
    <w:rsid w:val="004E1706"/>
    <w:rsid w:val="004E3290"/>
    <w:rsid w:val="004E4696"/>
    <w:rsid w:val="004E60E3"/>
    <w:rsid w:val="004F1C64"/>
    <w:rsid w:val="004F37CC"/>
    <w:rsid w:val="004F47C5"/>
    <w:rsid w:val="004F58D7"/>
    <w:rsid w:val="00504253"/>
    <w:rsid w:val="005071AB"/>
    <w:rsid w:val="00507640"/>
    <w:rsid w:val="005078E8"/>
    <w:rsid w:val="00507A23"/>
    <w:rsid w:val="00510AE2"/>
    <w:rsid w:val="00511023"/>
    <w:rsid w:val="005116D5"/>
    <w:rsid w:val="0051302F"/>
    <w:rsid w:val="00515F89"/>
    <w:rsid w:val="00516C13"/>
    <w:rsid w:val="00517A3C"/>
    <w:rsid w:val="00517BEA"/>
    <w:rsid w:val="00521741"/>
    <w:rsid w:val="00522B46"/>
    <w:rsid w:val="00524F6F"/>
    <w:rsid w:val="0052503E"/>
    <w:rsid w:val="00526DD0"/>
    <w:rsid w:val="005313E5"/>
    <w:rsid w:val="00531DCC"/>
    <w:rsid w:val="005325A9"/>
    <w:rsid w:val="0053329D"/>
    <w:rsid w:val="0053433D"/>
    <w:rsid w:val="0053553B"/>
    <w:rsid w:val="00537D4A"/>
    <w:rsid w:val="00540863"/>
    <w:rsid w:val="0054541B"/>
    <w:rsid w:val="00546A88"/>
    <w:rsid w:val="00546D3D"/>
    <w:rsid w:val="00550BDC"/>
    <w:rsid w:val="00551A13"/>
    <w:rsid w:val="005531EC"/>
    <w:rsid w:val="00553705"/>
    <w:rsid w:val="00553A15"/>
    <w:rsid w:val="0055603B"/>
    <w:rsid w:val="00557C9A"/>
    <w:rsid w:val="00557C9E"/>
    <w:rsid w:val="005604B1"/>
    <w:rsid w:val="00561393"/>
    <w:rsid w:val="00563886"/>
    <w:rsid w:val="005749F2"/>
    <w:rsid w:val="00580A3F"/>
    <w:rsid w:val="00581261"/>
    <w:rsid w:val="00581473"/>
    <w:rsid w:val="00582AB3"/>
    <w:rsid w:val="00583255"/>
    <w:rsid w:val="005910A9"/>
    <w:rsid w:val="00593849"/>
    <w:rsid w:val="00594F37"/>
    <w:rsid w:val="00595614"/>
    <w:rsid w:val="005967C2"/>
    <w:rsid w:val="00597E08"/>
    <w:rsid w:val="005A0394"/>
    <w:rsid w:val="005A0FEF"/>
    <w:rsid w:val="005A183D"/>
    <w:rsid w:val="005A5A9A"/>
    <w:rsid w:val="005B040A"/>
    <w:rsid w:val="005B79D9"/>
    <w:rsid w:val="005C06D6"/>
    <w:rsid w:val="005C0FFE"/>
    <w:rsid w:val="005C10D0"/>
    <w:rsid w:val="005C2C0E"/>
    <w:rsid w:val="005C2C5C"/>
    <w:rsid w:val="005C3F78"/>
    <w:rsid w:val="005C51E3"/>
    <w:rsid w:val="005D14A2"/>
    <w:rsid w:val="005D14F6"/>
    <w:rsid w:val="005D3D01"/>
    <w:rsid w:val="005E0117"/>
    <w:rsid w:val="005E1964"/>
    <w:rsid w:val="005E6632"/>
    <w:rsid w:val="005E7630"/>
    <w:rsid w:val="005E7678"/>
    <w:rsid w:val="005F0D47"/>
    <w:rsid w:val="005F161B"/>
    <w:rsid w:val="005F22EA"/>
    <w:rsid w:val="005F2CD0"/>
    <w:rsid w:val="005F3398"/>
    <w:rsid w:val="005F358F"/>
    <w:rsid w:val="005F3607"/>
    <w:rsid w:val="005F5734"/>
    <w:rsid w:val="005F686B"/>
    <w:rsid w:val="005F6C09"/>
    <w:rsid w:val="00601EAC"/>
    <w:rsid w:val="00602057"/>
    <w:rsid w:val="0060287D"/>
    <w:rsid w:val="00603A43"/>
    <w:rsid w:val="006056A1"/>
    <w:rsid w:val="00606CAF"/>
    <w:rsid w:val="00613A21"/>
    <w:rsid w:val="006155CE"/>
    <w:rsid w:val="0061697B"/>
    <w:rsid w:val="00616FB7"/>
    <w:rsid w:val="006238A1"/>
    <w:rsid w:val="00623C2D"/>
    <w:rsid w:val="006243D1"/>
    <w:rsid w:val="00624727"/>
    <w:rsid w:val="006326E3"/>
    <w:rsid w:val="00632AC9"/>
    <w:rsid w:val="00632B04"/>
    <w:rsid w:val="006336C7"/>
    <w:rsid w:val="00633EB5"/>
    <w:rsid w:val="00634778"/>
    <w:rsid w:val="00641D2F"/>
    <w:rsid w:val="006420E3"/>
    <w:rsid w:val="00642788"/>
    <w:rsid w:val="00643B75"/>
    <w:rsid w:val="00645F36"/>
    <w:rsid w:val="0064677A"/>
    <w:rsid w:val="00652660"/>
    <w:rsid w:val="00655B54"/>
    <w:rsid w:val="00656151"/>
    <w:rsid w:val="0065659D"/>
    <w:rsid w:val="00657D96"/>
    <w:rsid w:val="00660C15"/>
    <w:rsid w:val="0066169F"/>
    <w:rsid w:val="00662123"/>
    <w:rsid w:val="006662B7"/>
    <w:rsid w:val="00666834"/>
    <w:rsid w:val="00672096"/>
    <w:rsid w:val="00683781"/>
    <w:rsid w:val="006840DA"/>
    <w:rsid w:val="006843FB"/>
    <w:rsid w:val="0068532C"/>
    <w:rsid w:val="006859FE"/>
    <w:rsid w:val="00687829"/>
    <w:rsid w:val="006930C7"/>
    <w:rsid w:val="00693487"/>
    <w:rsid w:val="00694F13"/>
    <w:rsid w:val="006A164B"/>
    <w:rsid w:val="006A1E62"/>
    <w:rsid w:val="006A4B7C"/>
    <w:rsid w:val="006A6538"/>
    <w:rsid w:val="006A6E41"/>
    <w:rsid w:val="006B087D"/>
    <w:rsid w:val="006B3F82"/>
    <w:rsid w:val="006B46E0"/>
    <w:rsid w:val="006B611B"/>
    <w:rsid w:val="006C0741"/>
    <w:rsid w:val="006C44EB"/>
    <w:rsid w:val="006D143A"/>
    <w:rsid w:val="006D22CF"/>
    <w:rsid w:val="006D3EA3"/>
    <w:rsid w:val="006D603F"/>
    <w:rsid w:val="006D764D"/>
    <w:rsid w:val="006E3078"/>
    <w:rsid w:val="006E4A02"/>
    <w:rsid w:val="006E4E8C"/>
    <w:rsid w:val="006E65BB"/>
    <w:rsid w:val="006F5E68"/>
    <w:rsid w:val="006F6DD7"/>
    <w:rsid w:val="006F7631"/>
    <w:rsid w:val="007009CE"/>
    <w:rsid w:val="00701A0D"/>
    <w:rsid w:val="007024ED"/>
    <w:rsid w:val="007035A8"/>
    <w:rsid w:val="00704611"/>
    <w:rsid w:val="00706632"/>
    <w:rsid w:val="00707AA8"/>
    <w:rsid w:val="00710D19"/>
    <w:rsid w:val="00711687"/>
    <w:rsid w:val="00712950"/>
    <w:rsid w:val="00713CAB"/>
    <w:rsid w:val="007156D5"/>
    <w:rsid w:val="00716238"/>
    <w:rsid w:val="00716ECB"/>
    <w:rsid w:val="00717F13"/>
    <w:rsid w:val="00717F7B"/>
    <w:rsid w:val="00722452"/>
    <w:rsid w:val="0072469B"/>
    <w:rsid w:val="007254CF"/>
    <w:rsid w:val="00726F77"/>
    <w:rsid w:val="00730083"/>
    <w:rsid w:val="00730968"/>
    <w:rsid w:val="00730BFF"/>
    <w:rsid w:val="00731447"/>
    <w:rsid w:val="00731E50"/>
    <w:rsid w:val="00732185"/>
    <w:rsid w:val="00733BB4"/>
    <w:rsid w:val="00733F15"/>
    <w:rsid w:val="00734163"/>
    <w:rsid w:val="0073533B"/>
    <w:rsid w:val="00736557"/>
    <w:rsid w:val="00740149"/>
    <w:rsid w:val="007411C2"/>
    <w:rsid w:val="00741ED5"/>
    <w:rsid w:val="00752EEC"/>
    <w:rsid w:val="0075386F"/>
    <w:rsid w:val="00754636"/>
    <w:rsid w:val="00754A6B"/>
    <w:rsid w:val="00757AA3"/>
    <w:rsid w:val="007619A2"/>
    <w:rsid w:val="007627C1"/>
    <w:rsid w:val="00763149"/>
    <w:rsid w:val="00765B8D"/>
    <w:rsid w:val="00766F73"/>
    <w:rsid w:val="007719C7"/>
    <w:rsid w:val="00771AA1"/>
    <w:rsid w:val="007729F6"/>
    <w:rsid w:val="00772B7F"/>
    <w:rsid w:val="007730D2"/>
    <w:rsid w:val="00774FE2"/>
    <w:rsid w:val="00775E8C"/>
    <w:rsid w:val="00775F65"/>
    <w:rsid w:val="007823CE"/>
    <w:rsid w:val="00782474"/>
    <w:rsid w:val="00785A9A"/>
    <w:rsid w:val="0078657F"/>
    <w:rsid w:val="007933CF"/>
    <w:rsid w:val="007935E4"/>
    <w:rsid w:val="00793828"/>
    <w:rsid w:val="0079513E"/>
    <w:rsid w:val="007953EF"/>
    <w:rsid w:val="007A0215"/>
    <w:rsid w:val="007A0EF6"/>
    <w:rsid w:val="007A1000"/>
    <w:rsid w:val="007A16E2"/>
    <w:rsid w:val="007A19B5"/>
    <w:rsid w:val="007A2454"/>
    <w:rsid w:val="007A3BA0"/>
    <w:rsid w:val="007A4721"/>
    <w:rsid w:val="007A528D"/>
    <w:rsid w:val="007A7BAC"/>
    <w:rsid w:val="007B7BBD"/>
    <w:rsid w:val="007C0B99"/>
    <w:rsid w:val="007C1A9A"/>
    <w:rsid w:val="007C2587"/>
    <w:rsid w:val="007C7AE6"/>
    <w:rsid w:val="007D01AF"/>
    <w:rsid w:val="007D419E"/>
    <w:rsid w:val="007D677E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919"/>
    <w:rsid w:val="00803095"/>
    <w:rsid w:val="00803C52"/>
    <w:rsid w:val="00811098"/>
    <w:rsid w:val="00811422"/>
    <w:rsid w:val="008121F6"/>
    <w:rsid w:val="008155F5"/>
    <w:rsid w:val="00816A5E"/>
    <w:rsid w:val="00816B28"/>
    <w:rsid w:val="00816DD0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26DF5"/>
    <w:rsid w:val="008305B6"/>
    <w:rsid w:val="008322AF"/>
    <w:rsid w:val="00832E4F"/>
    <w:rsid w:val="008348C5"/>
    <w:rsid w:val="00835127"/>
    <w:rsid w:val="00836C4B"/>
    <w:rsid w:val="0084714C"/>
    <w:rsid w:val="00850009"/>
    <w:rsid w:val="00850E28"/>
    <w:rsid w:val="008514AA"/>
    <w:rsid w:val="008523A5"/>
    <w:rsid w:val="00854175"/>
    <w:rsid w:val="0085673D"/>
    <w:rsid w:val="00857C7A"/>
    <w:rsid w:val="00857D5D"/>
    <w:rsid w:val="0086014E"/>
    <w:rsid w:val="00861003"/>
    <w:rsid w:val="00861651"/>
    <w:rsid w:val="008658BE"/>
    <w:rsid w:val="00867611"/>
    <w:rsid w:val="00871E17"/>
    <w:rsid w:val="00871EAB"/>
    <w:rsid w:val="00880716"/>
    <w:rsid w:val="008817D6"/>
    <w:rsid w:val="00881FE9"/>
    <w:rsid w:val="008832B0"/>
    <w:rsid w:val="0089200E"/>
    <w:rsid w:val="008930B3"/>
    <w:rsid w:val="008A3A0D"/>
    <w:rsid w:val="008A49F6"/>
    <w:rsid w:val="008A5290"/>
    <w:rsid w:val="008A563B"/>
    <w:rsid w:val="008A7037"/>
    <w:rsid w:val="008B09A3"/>
    <w:rsid w:val="008B35C5"/>
    <w:rsid w:val="008B3A1B"/>
    <w:rsid w:val="008B3A64"/>
    <w:rsid w:val="008B418F"/>
    <w:rsid w:val="008B474D"/>
    <w:rsid w:val="008C19EA"/>
    <w:rsid w:val="008C2740"/>
    <w:rsid w:val="008C6252"/>
    <w:rsid w:val="008C7267"/>
    <w:rsid w:val="008D4FDC"/>
    <w:rsid w:val="008D7167"/>
    <w:rsid w:val="008D7600"/>
    <w:rsid w:val="008E0602"/>
    <w:rsid w:val="008E21F9"/>
    <w:rsid w:val="008E220D"/>
    <w:rsid w:val="008E2478"/>
    <w:rsid w:val="008E6275"/>
    <w:rsid w:val="008E717E"/>
    <w:rsid w:val="009016D7"/>
    <w:rsid w:val="00901ED2"/>
    <w:rsid w:val="00902106"/>
    <w:rsid w:val="00902E35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79D7"/>
    <w:rsid w:val="00950882"/>
    <w:rsid w:val="00950CE1"/>
    <w:rsid w:val="009539E0"/>
    <w:rsid w:val="00953BF9"/>
    <w:rsid w:val="00960C4B"/>
    <w:rsid w:val="00961FD1"/>
    <w:rsid w:val="00964917"/>
    <w:rsid w:val="00965517"/>
    <w:rsid w:val="00971471"/>
    <w:rsid w:val="00974CC4"/>
    <w:rsid w:val="00975556"/>
    <w:rsid w:val="00977E32"/>
    <w:rsid w:val="009806B4"/>
    <w:rsid w:val="00981202"/>
    <w:rsid w:val="009840A4"/>
    <w:rsid w:val="0098579D"/>
    <w:rsid w:val="00985CE6"/>
    <w:rsid w:val="00985EF9"/>
    <w:rsid w:val="00987A0F"/>
    <w:rsid w:val="00990445"/>
    <w:rsid w:val="009918F8"/>
    <w:rsid w:val="009923C3"/>
    <w:rsid w:val="00995818"/>
    <w:rsid w:val="0099592D"/>
    <w:rsid w:val="00996B6A"/>
    <w:rsid w:val="009A2246"/>
    <w:rsid w:val="009A2FA2"/>
    <w:rsid w:val="009A364B"/>
    <w:rsid w:val="009A4C04"/>
    <w:rsid w:val="009A70C7"/>
    <w:rsid w:val="009B185D"/>
    <w:rsid w:val="009B2403"/>
    <w:rsid w:val="009B5080"/>
    <w:rsid w:val="009C1730"/>
    <w:rsid w:val="009C1911"/>
    <w:rsid w:val="009C25B2"/>
    <w:rsid w:val="009C3C71"/>
    <w:rsid w:val="009C4F9B"/>
    <w:rsid w:val="009C5235"/>
    <w:rsid w:val="009C5BCE"/>
    <w:rsid w:val="009D3776"/>
    <w:rsid w:val="009D564B"/>
    <w:rsid w:val="009E10C8"/>
    <w:rsid w:val="009E2111"/>
    <w:rsid w:val="009E4779"/>
    <w:rsid w:val="009E4CC7"/>
    <w:rsid w:val="009E5977"/>
    <w:rsid w:val="009E7162"/>
    <w:rsid w:val="009F1867"/>
    <w:rsid w:val="009F4611"/>
    <w:rsid w:val="00A007D0"/>
    <w:rsid w:val="00A01CAB"/>
    <w:rsid w:val="00A02217"/>
    <w:rsid w:val="00A03352"/>
    <w:rsid w:val="00A05AE5"/>
    <w:rsid w:val="00A07A77"/>
    <w:rsid w:val="00A123F6"/>
    <w:rsid w:val="00A14B4E"/>
    <w:rsid w:val="00A153F4"/>
    <w:rsid w:val="00A15867"/>
    <w:rsid w:val="00A15CFD"/>
    <w:rsid w:val="00A161B3"/>
    <w:rsid w:val="00A16E99"/>
    <w:rsid w:val="00A203FE"/>
    <w:rsid w:val="00A20ADF"/>
    <w:rsid w:val="00A23730"/>
    <w:rsid w:val="00A24A77"/>
    <w:rsid w:val="00A2634D"/>
    <w:rsid w:val="00A30AAD"/>
    <w:rsid w:val="00A31272"/>
    <w:rsid w:val="00A32F1E"/>
    <w:rsid w:val="00A34B63"/>
    <w:rsid w:val="00A35C5B"/>
    <w:rsid w:val="00A4104C"/>
    <w:rsid w:val="00A4180C"/>
    <w:rsid w:val="00A442E9"/>
    <w:rsid w:val="00A46105"/>
    <w:rsid w:val="00A47168"/>
    <w:rsid w:val="00A51563"/>
    <w:rsid w:val="00A51CC4"/>
    <w:rsid w:val="00A51DD1"/>
    <w:rsid w:val="00A53285"/>
    <w:rsid w:val="00A543B2"/>
    <w:rsid w:val="00A54A53"/>
    <w:rsid w:val="00A578CB"/>
    <w:rsid w:val="00A630EB"/>
    <w:rsid w:val="00A64D3E"/>
    <w:rsid w:val="00A7128C"/>
    <w:rsid w:val="00A71758"/>
    <w:rsid w:val="00A770AD"/>
    <w:rsid w:val="00A77408"/>
    <w:rsid w:val="00A80C16"/>
    <w:rsid w:val="00A81466"/>
    <w:rsid w:val="00A81E15"/>
    <w:rsid w:val="00A834AD"/>
    <w:rsid w:val="00A849FE"/>
    <w:rsid w:val="00AA005A"/>
    <w:rsid w:val="00AA1F06"/>
    <w:rsid w:val="00AA21B9"/>
    <w:rsid w:val="00AA43F9"/>
    <w:rsid w:val="00AA54B9"/>
    <w:rsid w:val="00AA6621"/>
    <w:rsid w:val="00AA6BB6"/>
    <w:rsid w:val="00AB32F9"/>
    <w:rsid w:val="00AB33C3"/>
    <w:rsid w:val="00AB3E4B"/>
    <w:rsid w:val="00AB435B"/>
    <w:rsid w:val="00AC0DEA"/>
    <w:rsid w:val="00AC5529"/>
    <w:rsid w:val="00AC7C52"/>
    <w:rsid w:val="00AC7DFA"/>
    <w:rsid w:val="00AD3000"/>
    <w:rsid w:val="00AD4894"/>
    <w:rsid w:val="00AD53E6"/>
    <w:rsid w:val="00AD5AE9"/>
    <w:rsid w:val="00AE02B5"/>
    <w:rsid w:val="00AE2A6A"/>
    <w:rsid w:val="00AE382A"/>
    <w:rsid w:val="00AE521F"/>
    <w:rsid w:val="00AE6034"/>
    <w:rsid w:val="00AE6C8F"/>
    <w:rsid w:val="00AE6D2F"/>
    <w:rsid w:val="00AF2257"/>
    <w:rsid w:val="00AF2BDD"/>
    <w:rsid w:val="00AF4B5B"/>
    <w:rsid w:val="00AF68F4"/>
    <w:rsid w:val="00AF6BFC"/>
    <w:rsid w:val="00B00B6B"/>
    <w:rsid w:val="00B024FC"/>
    <w:rsid w:val="00B038A8"/>
    <w:rsid w:val="00B05F0F"/>
    <w:rsid w:val="00B06095"/>
    <w:rsid w:val="00B12243"/>
    <w:rsid w:val="00B1633B"/>
    <w:rsid w:val="00B16662"/>
    <w:rsid w:val="00B17A00"/>
    <w:rsid w:val="00B17AC8"/>
    <w:rsid w:val="00B24443"/>
    <w:rsid w:val="00B25C4A"/>
    <w:rsid w:val="00B2777F"/>
    <w:rsid w:val="00B34A2B"/>
    <w:rsid w:val="00B34C66"/>
    <w:rsid w:val="00B36162"/>
    <w:rsid w:val="00B371E2"/>
    <w:rsid w:val="00B45843"/>
    <w:rsid w:val="00B50034"/>
    <w:rsid w:val="00B527EA"/>
    <w:rsid w:val="00B52C84"/>
    <w:rsid w:val="00B53E26"/>
    <w:rsid w:val="00B566D3"/>
    <w:rsid w:val="00B57566"/>
    <w:rsid w:val="00B60927"/>
    <w:rsid w:val="00B60D01"/>
    <w:rsid w:val="00B60D9F"/>
    <w:rsid w:val="00B6132B"/>
    <w:rsid w:val="00B61BA1"/>
    <w:rsid w:val="00B64457"/>
    <w:rsid w:val="00B65E80"/>
    <w:rsid w:val="00B7001F"/>
    <w:rsid w:val="00B701DD"/>
    <w:rsid w:val="00B76CE0"/>
    <w:rsid w:val="00B76D5A"/>
    <w:rsid w:val="00B77C90"/>
    <w:rsid w:val="00B8096B"/>
    <w:rsid w:val="00B80ADA"/>
    <w:rsid w:val="00B83000"/>
    <w:rsid w:val="00B85052"/>
    <w:rsid w:val="00B86314"/>
    <w:rsid w:val="00B863CB"/>
    <w:rsid w:val="00B9138F"/>
    <w:rsid w:val="00B9154A"/>
    <w:rsid w:val="00B91736"/>
    <w:rsid w:val="00B92714"/>
    <w:rsid w:val="00B9334F"/>
    <w:rsid w:val="00BA1BFD"/>
    <w:rsid w:val="00BA7F7C"/>
    <w:rsid w:val="00BB0BC4"/>
    <w:rsid w:val="00BB1F6C"/>
    <w:rsid w:val="00BB75DC"/>
    <w:rsid w:val="00BB7864"/>
    <w:rsid w:val="00BB7910"/>
    <w:rsid w:val="00BC0DF8"/>
    <w:rsid w:val="00BC31AB"/>
    <w:rsid w:val="00BC31DD"/>
    <w:rsid w:val="00BC596A"/>
    <w:rsid w:val="00BC5EE7"/>
    <w:rsid w:val="00BC64E4"/>
    <w:rsid w:val="00BD1799"/>
    <w:rsid w:val="00BD2711"/>
    <w:rsid w:val="00BD3A04"/>
    <w:rsid w:val="00BD4293"/>
    <w:rsid w:val="00BD7AA4"/>
    <w:rsid w:val="00BD7C3F"/>
    <w:rsid w:val="00BE0064"/>
    <w:rsid w:val="00BE297E"/>
    <w:rsid w:val="00BE3D34"/>
    <w:rsid w:val="00BE3EFC"/>
    <w:rsid w:val="00BE4F51"/>
    <w:rsid w:val="00BE5000"/>
    <w:rsid w:val="00BE6057"/>
    <w:rsid w:val="00BE61C1"/>
    <w:rsid w:val="00BF12A6"/>
    <w:rsid w:val="00BF585E"/>
    <w:rsid w:val="00BF5FBA"/>
    <w:rsid w:val="00C01076"/>
    <w:rsid w:val="00C01537"/>
    <w:rsid w:val="00C01609"/>
    <w:rsid w:val="00C02E01"/>
    <w:rsid w:val="00C05D43"/>
    <w:rsid w:val="00C05F2E"/>
    <w:rsid w:val="00C10F1F"/>
    <w:rsid w:val="00C11015"/>
    <w:rsid w:val="00C220E3"/>
    <w:rsid w:val="00C27A5B"/>
    <w:rsid w:val="00C27B80"/>
    <w:rsid w:val="00C32996"/>
    <w:rsid w:val="00C338BB"/>
    <w:rsid w:val="00C358C4"/>
    <w:rsid w:val="00C360F3"/>
    <w:rsid w:val="00C37E34"/>
    <w:rsid w:val="00C40B2E"/>
    <w:rsid w:val="00C41DD2"/>
    <w:rsid w:val="00C42CBE"/>
    <w:rsid w:val="00C42FC2"/>
    <w:rsid w:val="00C4318F"/>
    <w:rsid w:val="00C43D21"/>
    <w:rsid w:val="00C444BF"/>
    <w:rsid w:val="00C46433"/>
    <w:rsid w:val="00C47F20"/>
    <w:rsid w:val="00C512A7"/>
    <w:rsid w:val="00C520DB"/>
    <w:rsid w:val="00C52AFB"/>
    <w:rsid w:val="00C54119"/>
    <w:rsid w:val="00C56128"/>
    <w:rsid w:val="00C60015"/>
    <w:rsid w:val="00C60ABC"/>
    <w:rsid w:val="00C6149F"/>
    <w:rsid w:val="00C61620"/>
    <w:rsid w:val="00C70BA2"/>
    <w:rsid w:val="00C71997"/>
    <w:rsid w:val="00C7219C"/>
    <w:rsid w:val="00C738CD"/>
    <w:rsid w:val="00C74846"/>
    <w:rsid w:val="00C829CB"/>
    <w:rsid w:val="00C83CF8"/>
    <w:rsid w:val="00C840FA"/>
    <w:rsid w:val="00C86CD9"/>
    <w:rsid w:val="00C87D58"/>
    <w:rsid w:val="00C91E23"/>
    <w:rsid w:val="00C924B9"/>
    <w:rsid w:val="00C944CA"/>
    <w:rsid w:val="00C94B71"/>
    <w:rsid w:val="00C958D7"/>
    <w:rsid w:val="00C96BF8"/>
    <w:rsid w:val="00CA0DBA"/>
    <w:rsid w:val="00CA112B"/>
    <w:rsid w:val="00CA1B7C"/>
    <w:rsid w:val="00CA34A7"/>
    <w:rsid w:val="00CA4BE6"/>
    <w:rsid w:val="00CA5071"/>
    <w:rsid w:val="00CA51C3"/>
    <w:rsid w:val="00CA70EC"/>
    <w:rsid w:val="00CA7419"/>
    <w:rsid w:val="00CA7B3F"/>
    <w:rsid w:val="00CB25DB"/>
    <w:rsid w:val="00CB3959"/>
    <w:rsid w:val="00CB40BB"/>
    <w:rsid w:val="00CB4E08"/>
    <w:rsid w:val="00CC000B"/>
    <w:rsid w:val="00CC134E"/>
    <w:rsid w:val="00CC2CF5"/>
    <w:rsid w:val="00CC3B93"/>
    <w:rsid w:val="00CC48E7"/>
    <w:rsid w:val="00CC622C"/>
    <w:rsid w:val="00CD1A5F"/>
    <w:rsid w:val="00CD3A7B"/>
    <w:rsid w:val="00CD454A"/>
    <w:rsid w:val="00CD4EE1"/>
    <w:rsid w:val="00CD5659"/>
    <w:rsid w:val="00CD7844"/>
    <w:rsid w:val="00CE17B1"/>
    <w:rsid w:val="00CE2802"/>
    <w:rsid w:val="00CE2866"/>
    <w:rsid w:val="00CE545C"/>
    <w:rsid w:val="00CE572C"/>
    <w:rsid w:val="00CE7104"/>
    <w:rsid w:val="00CE7FB0"/>
    <w:rsid w:val="00CF07DB"/>
    <w:rsid w:val="00CF29F7"/>
    <w:rsid w:val="00CF443E"/>
    <w:rsid w:val="00CF4EBF"/>
    <w:rsid w:val="00CF7613"/>
    <w:rsid w:val="00D00D8F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59B8"/>
    <w:rsid w:val="00D365E6"/>
    <w:rsid w:val="00D367D5"/>
    <w:rsid w:val="00D36D00"/>
    <w:rsid w:val="00D40ECA"/>
    <w:rsid w:val="00D4161B"/>
    <w:rsid w:val="00D41D5D"/>
    <w:rsid w:val="00D42998"/>
    <w:rsid w:val="00D46609"/>
    <w:rsid w:val="00D46AFA"/>
    <w:rsid w:val="00D47259"/>
    <w:rsid w:val="00D518DA"/>
    <w:rsid w:val="00D52858"/>
    <w:rsid w:val="00D603E6"/>
    <w:rsid w:val="00D61282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05EC"/>
    <w:rsid w:val="00D921BC"/>
    <w:rsid w:val="00D9245B"/>
    <w:rsid w:val="00D9607F"/>
    <w:rsid w:val="00D96365"/>
    <w:rsid w:val="00D97D03"/>
    <w:rsid w:val="00DA1A79"/>
    <w:rsid w:val="00DA348A"/>
    <w:rsid w:val="00DA6824"/>
    <w:rsid w:val="00DA7DF1"/>
    <w:rsid w:val="00DB12B3"/>
    <w:rsid w:val="00DB22DF"/>
    <w:rsid w:val="00DB2BD1"/>
    <w:rsid w:val="00DB357E"/>
    <w:rsid w:val="00DB3EA3"/>
    <w:rsid w:val="00DB44A3"/>
    <w:rsid w:val="00DB4B27"/>
    <w:rsid w:val="00DB6D38"/>
    <w:rsid w:val="00DC2041"/>
    <w:rsid w:val="00DC2843"/>
    <w:rsid w:val="00DC3BA3"/>
    <w:rsid w:val="00DC3FBF"/>
    <w:rsid w:val="00DC6558"/>
    <w:rsid w:val="00DC70E8"/>
    <w:rsid w:val="00DD080C"/>
    <w:rsid w:val="00DD2238"/>
    <w:rsid w:val="00DD5E8F"/>
    <w:rsid w:val="00DD6844"/>
    <w:rsid w:val="00DE15B8"/>
    <w:rsid w:val="00DE25C1"/>
    <w:rsid w:val="00DE2821"/>
    <w:rsid w:val="00DE32C9"/>
    <w:rsid w:val="00DE3F78"/>
    <w:rsid w:val="00DF06EC"/>
    <w:rsid w:val="00DF1211"/>
    <w:rsid w:val="00DF1D2E"/>
    <w:rsid w:val="00DF2FFF"/>
    <w:rsid w:val="00DF3A73"/>
    <w:rsid w:val="00DF44CE"/>
    <w:rsid w:val="00DF47C4"/>
    <w:rsid w:val="00DF50D4"/>
    <w:rsid w:val="00DF78B1"/>
    <w:rsid w:val="00E000D9"/>
    <w:rsid w:val="00E01473"/>
    <w:rsid w:val="00E039F1"/>
    <w:rsid w:val="00E042D3"/>
    <w:rsid w:val="00E0730D"/>
    <w:rsid w:val="00E07632"/>
    <w:rsid w:val="00E13683"/>
    <w:rsid w:val="00E14C1A"/>
    <w:rsid w:val="00E157CE"/>
    <w:rsid w:val="00E162E4"/>
    <w:rsid w:val="00E168DC"/>
    <w:rsid w:val="00E215CB"/>
    <w:rsid w:val="00E216A5"/>
    <w:rsid w:val="00E21B8B"/>
    <w:rsid w:val="00E21F81"/>
    <w:rsid w:val="00E24E36"/>
    <w:rsid w:val="00E339B3"/>
    <w:rsid w:val="00E345C9"/>
    <w:rsid w:val="00E351BA"/>
    <w:rsid w:val="00E364AD"/>
    <w:rsid w:val="00E3660E"/>
    <w:rsid w:val="00E379FA"/>
    <w:rsid w:val="00E431E9"/>
    <w:rsid w:val="00E434BC"/>
    <w:rsid w:val="00E53841"/>
    <w:rsid w:val="00E60C7D"/>
    <w:rsid w:val="00E61E0F"/>
    <w:rsid w:val="00E621E0"/>
    <w:rsid w:val="00E62CDD"/>
    <w:rsid w:val="00E63A37"/>
    <w:rsid w:val="00E66E4E"/>
    <w:rsid w:val="00E66EB2"/>
    <w:rsid w:val="00E670ED"/>
    <w:rsid w:val="00E706B6"/>
    <w:rsid w:val="00E72327"/>
    <w:rsid w:val="00E743EE"/>
    <w:rsid w:val="00E743F9"/>
    <w:rsid w:val="00E76A12"/>
    <w:rsid w:val="00E77379"/>
    <w:rsid w:val="00E77E9B"/>
    <w:rsid w:val="00E803B9"/>
    <w:rsid w:val="00E84685"/>
    <w:rsid w:val="00E86594"/>
    <w:rsid w:val="00E87975"/>
    <w:rsid w:val="00E922CA"/>
    <w:rsid w:val="00E9351E"/>
    <w:rsid w:val="00E9502E"/>
    <w:rsid w:val="00E9704F"/>
    <w:rsid w:val="00E97A33"/>
    <w:rsid w:val="00EA548C"/>
    <w:rsid w:val="00EA6D30"/>
    <w:rsid w:val="00EB3BF3"/>
    <w:rsid w:val="00EB541B"/>
    <w:rsid w:val="00EB79FE"/>
    <w:rsid w:val="00EC4FD0"/>
    <w:rsid w:val="00EC6E51"/>
    <w:rsid w:val="00ED132E"/>
    <w:rsid w:val="00ED1865"/>
    <w:rsid w:val="00ED2A6D"/>
    <w:rsid w:val="00ED2E80"/>
    <w:rsid w:val="00ED4EED"/>
    <w:rsid w:val="00ED4EF2"/>
    <w:rsid w:val="00ED72C2"/>
    <w:rsid w:val="00EE771F"/>
    <w:rsid w:val="00EE7EA5"/>
    <w:rsid w:val="00EF08FC"/>
    <w:rsid w:val="00EF220A"/>
    <w:rsid w:val="00EF24EE"/>
    <w:rsid w:val="00EF6EE8"/>
    <w:rsid w:val="00F00E37"/>
    <w:rsid w:val="00F0162A"/>
    <w:rsid w:val="00F04369"/>
    <w:rsid w:val="00F05EA5"/>
    <w:rsid w:val="00F07341"/>
    <w:rsid w:val="00F10313"/>
    <w:rsid w:val="00F11566"/>
    <w:rsid w:val="00F11ABB"/>
    <w:rsid w:val="00F13D78"/>
    <w:rsid w:val="00F16278"/>
    <w:rsid w:val="00F22BCC"/>
    <w:rsid w:val="00F23AB4"/>
    <w:rsid w:val="00F2587F"/>
    <w:rsid w:val="00F32AD9"/>
    <w:rsid w:val="00F33B4B"/>
    <w:rsid w:val="00F3467D"/>
    <w:rsid w:val="00F351B4"/>
    <w:rsid w:val="00F35E14"/>
    <w:rsid w:val="00F37AA7"/>
    <w:rsid w:val="00F41823"/>
    <w:rsid w:val="00F41942"/>
    <w:rsid w:val="00F43576"/>
    <w:rsid w:val="00F43F5C"/>
    <w:rsid w:val="00F543EB"/>
    <w:rsid w:val="00F56600"/>
    <w:rsid w:val="00F57C65"/>
    <w:rsid w:val="00F6445F"/>
    <w:rsid w:val="00F701F2"/>
    <w:rsid w:val="00F70CA6"/>
    <w:rsid w:val="00F717E3"/>
    <w:rsid w:val="00F718B6"/>
    <w:rsid w:val="00F72063"/>
    <w:rsid w:val="00F72130"/>
    <w:rsid w:val="00F751FC"/>
    <w:rsid w:val="00F77738"/>
    <w:rsid w:val="00F77D0C"/>
    <w:rsid w:val="00F8195F"/>
    <w:rsid w:val="00F82433"/>
    <w:rsid w:val="00F830D9"/>
    <w:rsid w:val="00F83191"/>
    <w:rsid w:val="00F833E2"/>
    <w:rsid w:val="00F84333"/>
    <w:rsid w:val="00F8468E"/>
    <w:rsid w:val="00F860B6"/>
    <w:rsid w:val="00F877D4"/>
    <w:rsid w:val="00F92F4E"/>
    <w:rsid w:val="00FA5183"/>
    <w:rsid w:val="00FA545E"/>
    <w:rsid w:val="00FA5E02"/>
    <w:rsid w:val="00FA5F67"/>
    <w:rsid w:val="00FB1232"/>
    <w:rsid w:val="00FB2C5B"/>
    <w:rsid w:val="00FB38F4"/>
    <w:rsid w:val="00FB50DB"/>
    <w:rsid w:val="00FB64EE"/>
    <w:rsid w:val="00FB680F"/>
    <w:rsid w:val="00FC0FC3"/>
    <w:rsid w:val="00FC1FC7"/>
    <w:rsid w:val="00FC4C6D"/>
    <w:rsid w:val="00FD013C"/>
    <w:rsid w:val="00FD2F60"/>
    <w:rsid w:val="00FD428A"/>
    <w:rsid w:val="00FD53BE"/>
    <w:rsid w:val="00FD69AB"/>
    <w:rsid w:val="00FD72BB"/>
    <w:rsid w:val="00FE1A40"/>
    <w:rsid w:val="00FE1BD5"/>
    <w:rsid w:val="00FE1BE8"/>
    <w:rsid w:val="00FE38AE"/>
    <w:rsid w:val="00FE3C52"/>
    <w:rsid w:val="00FE3D7E"/>
    <w:rsid w:val="00FF1B3A"/>
    <w:rsid w:val="00FF211B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/>
    <o:shapelayout v:ext="edit">
      <o:idmap v:ext="edit" data="1"/>
    </o:shapelayout>
  </w:shapeDefaults>
  <w:decimalSymbol w:val=","/>
  <w:listSeparator w:val=";"/>
  <w14:docId w14:val="07DC0039"/>
  <w15:chartTrackingRefBased/>
  <w15:docId w15:val="{9FB98574-7B19-4060-AD1F-B01F022E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418F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link w:val="CorpotestoCaratter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link w:val="Rientrocorpodeltesto2Caratter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B2777F"/>
    <w:rPr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BA7F7C"/>
    <w:rPr>
      <w:color w:val="808080"/>
    </w:rPr>
  </w:style>
  <w:style w:type="paragraph" w:styleId="Paragrafoelenco">
    <w:name w:val="List Paragraph"/>
    <w:basedOn w:val="Normale"/>
    <w:uiPriority w:val="34"/>
    <w:qFormat/>
    <w:rsid w:val="00F833E2"/>
    <w:pPr>
      <w:ind w:left="720"/>
      <w:contextualSpacing/>
    </w:pPr>
  </w:style>
  <w:style w:type="character" w:styleId="Rimandocommento">
    <w:name w:val="annotation reference"/>
    <w:basedOn w:val="Carpredefinitoparagrafo"/>
    <w:rsid w:val="00121B6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21B6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21B6B"/>
  </w:style>
  <w:style w:type="paragraph" w:styleId="Soggettocommento">
    <w:name w:val="annotation subject"/>
    <w:basedOn w:val="Testocommento"/>
    <w:next w:val="Testocommento"/>
    <w:link w:val="SoggettocommentoCarattere"/>
    <w:rsid w:val="00121B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21B6B"/>
    <w:rPr>
      <w:b/>
      <w:bCs/>
    </w:rPr>
  </w:style>
  <w:style w:type="paragraph" w:customStyle="1" w:styleId="LetteraTipo">
    <w:name w:val="Lettera Tipo"/>
    <w:basedOn w:val="Normale"/>
    <w:qFormat/>
    <w:rsid w:val="00672096"/>
    <w:pPr>
      <w:spacing w:line="280" w:lineRule="exact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A543B2"/>
    <w:rPr>
      <w:sz w:val="24"/>
    </w:rPr>
  </w:style>
  <w:style w:type="paragraph" w:customStyle="1" w:styleId="Default">
    <w:name w:val="Default"/>
    <w:rsid w:val="00AB32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B95B0-3100-40AC-BDF5-E5615912E0D5}"/>
      </w:docPartPr>
      <w:docPartBody>
        <w:p w:rsidR="00095B05" w:rsidRDefault="002F6FDA"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0BF1E41428642188B5BAC36EDA98D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5652D-2913-40C7-A00F-4ED8C9F20FAB}"/>
      </w:docPartPr>
      <w:docPartBody>
        <w:p w:rsidR="00712E23" w:rsidRDefault="00095B05" w:rsidP="00095B05">
          <w:pPr>
            <w:pStyle w:val="B0BF1E41428642188B5BAC36EDA98D9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CF34720A58546AC993583D4C2E6A8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280839-1F2C-48E0-B887-A6781A3EBA27}"/>
      </w:docPartPr>
      <w:docPartBody>
        <w:p w:rsidR="00712E23" w:rsidRDefault="00095B05" w:rsidP="00095B05">
          <w:pPr>
            <w:pStyle w:val="6CF34720A58546AC993583D4C2E6A89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6777AB3BBB42B8B289913E268C86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D75035-0603-4D62-8B99-9CD4D8493778}"/>
      </w:docPartPr>
      <w:docPartBody>
        <w:p w:rsidR="00712E23" w:rsidRDefault="00095B05" w:rsidP="00095B05">
          <w:pPr>
            <w:pStyle w:val="796777AB3BBB42B8B289913E268C86E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D1E1CB77B844DFAF9FD9D09047B3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A761BF-1E63-45D5-9356-531D77D90D8A}"/>
      </w:docPartPr>
      <w:docPartBody>
        <w:p w:rsidR="00712E23" w:rsidRDefault="00095B05" w:rsidP="00095B05">
          <w:pPr>
            <w:pStyle w:val="67D1E1CB77B844DFAF9FD9D09047B32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05D0AC763D44B22B6ABC0C5DCEE38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E6D183-C544-471F-AF45-D33460E2621D}"/>
      </w:docPartPr>
      <w:docPartBody>
        <w:p w:rsidR="00712E23" w:rsidRDefault="00095B05" w:rsidP="00095B05">
          <w:pPr>
            <w:pStyle w:val="905D0AC763D44B22B6ABC0C5DCEE38FB"/>
          </w:pPr>
          <w:r w:rsidRPr="00D55F24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74783A937A544E7B0D2B8A8D589FB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574466-0EC2-4190-9A2B-A2B5C7C8058C}"/>
      </w:docPartPr>
      <w:docPartBody>
        <w:p w:rsidR="007557D9" w:rsidRDefault="00712E23" w:rsidP="00712E23">
          <w:pPr>
            <w:pStyle w:val="874783A937A544E7B0D2B8A8D589FB5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7BAA1139C49484C9B00C360E1C825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20603E-6CED-41A1-8B74-0F437BDD78C3}"/>
      </w:docPartPr>
      <w:docPartBody>
        <w:p w:rsidR="009458C2" w:rsidRDefault="00182E1B" w:rsidP="00182E1B">
          <w:pPr>
            <w:pStyle w:val="F7BAA1139C49484C9B00C360E1C825B2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4BA016B85C74214B12A7BC8DB6D82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3D6549-41CA-4887-94F2-7D842B4864B9}"/>
      </w:docPartPr>
      <w:docPartBody>
        <w:p w:rsidR="009458C2" w:rsidRDefault="00182E1B" w:rsidP="00182E1B">
          <w:pPr>
            <w:pStyle w:val="14BA016B85C74214B12A7BC8DB6D823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2E958201CBE41E0A20369D85A7225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E61B46-4F9B-4476-8210-300C9C4233F5}"/>
      </w:docPartPr>
      <w:docPartBody>
        <w:p w:rsidR="00E745B1" w:rsidRDefault="003C669E" w:rsidP="003C669E">
          <w:pPr>
            <w:pStyle w:val="02E958201CBE41E0A20369D85A722563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006986AE1B44692AA6B5190D389E4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B44E24-F86F-4775-B2C7-A8002A54AE3C}"/>
      </w:docPartPr>
      <w:docPartBody>
        <w:p w:rsidR="00E745B1" w:rsidRDefault="003C669E" w:rsidP="003C669E">
          <w:pPr>
            <w:pStyle w:val="F006986AE1B44692AA6B5190D389E42A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0B6C718DE804B11B4A501B118612D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AFDD0A-D84C-44A4-BA21-BBF920AB3854}"/>
      </w:docPartPr>
      <w:docPartBody>
        <w:p w:rsidR="00E745B1" w:rsidRDefault="003C669E" w:rsidP="003C669E">
          <w:pPr>
            <w:pStyle w:val="40B6C718DE804B11B4A501B118612D79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BDA2D868F7E4C18B552292683647E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054A2B-0B19-4A57-9F65-882F61274575}"/>
      </w:docPartPr>
      <w:docPartBody>
        <w:p w:rsidR="00E745B1" w:rsidRDefault="003C669E" w:rsidP="003C669E">
          <w:pPr>
            <w:pStyle w:val="4BDA2D868F7E4C18B552292683647E0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DA"/>
    <w:rsid w:val="00092B5D"/>
    <w:rsid w:val="00095B05"/>
    <w:rsid w:val="001755D1"/>
    <w:rsid w:val="00182E1B"/>
    <w:rsid w:val="001A7260"/>
    <w:rsid w:val="0026215B"/>
    <w:rsid w:val="00287941"/>
    <w:rsid w:val="002F6FDA"/>
    <w:rsid w:val="003609E6"/>
    <w:rsid w:val="00374382"/>
    <w:rsid w:val="003C669E"/>
    <w:rsid w:val="004C2CDE"/>
    <w:rsid w:val="00513A45"/>
    <w:rsid w:val="005D7B09"/>
    <w:rsid w:val="005F0467"/>
    <w:rsid w:val="0060516A"/>
    <w:rsid w:val="006F5513"/>
    <w:rsid w:val="006F7CC4"/>
    <w:rsid w:val="00712E23"/>
    <w:rsid w:val="007557D9"/>
    <w:rsid w:val="00823A6A"/>
    <w:rsid w:val="008B5DA5"/>
    <w:rsid w:val="009458C2"/>
    <w:rsid w:val="009E1C3E"/>
    <w:rsid w:val="00A33B61"/>
    <w:rsid w:val="00A929D4"/>
    <w:rsid w:val="00AB4BA7"/>
    <w:rsid w:val="00AC260E"/>
    <w:rsid w:val="00BE6DDA"/>
    <w:rsid w:val="00C835CA"/>
    <w:rsid w:val="00C83949"/>
    <w:rsid w:val="00D025DE"/>
    <w:rsid w:val="00DD683F"/>
    <w:rsid w:val="00E477D2"/>
    <w:rsid w:val="00E60D82"/>
    <w:rsid w:val="00E745B1"/>
    <w:rsid w:val="00E9560C"/>
    <w:rsid w:val="00F622BA"/>
    <w:rsid w:val="00F904D3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C669E"/>
  </w:style>
  <w:style w:type="paragraph" w:customStyle="1" w:styleId="1C0F117B5E4F48D99AD59DAB8EA05AF5">
    <w:name w:val="1C0F117B5E4F48D99AD59DAB8EA05AF5"/>
    <w:rsid w:val="002F6FDA"/>
  </w:style>
  <w:style w:type="paragraph" w:customStyle="1" w:styleId="74E5E740CA8E4CC2846F3A25877ADBAD">
    <w:name w:val="74E5E740CA8E4CC2846F3A25877ADBAD"/>
    <w:rsid w:val="002F6FDA"/>
  </w:style>
  <w:style w:type="paragraph" w:customStyle="1" w:styleId="E94D2C934FC5467B8191B7D98A68468D">
    <w:name w:val="E94D2C934FC5467B8191B7D98A68468D"/>
    <w:rsid w:val="002F6FDA"/>
  </w:style>
  <w:style w:type="paragraph" w:customStyle="1" w:styleId="0FAB2AA95A364A41A56F8898B1361773">
    <w:name w:val="0FAB2AA95A364A41A56F8898B1361773"/>
    <w:rsid w:val="002F6FDA"/>
  </w:style>
  <w:style w:type="paragraph" w:customStyle="1" w:styleId="59621A3132384D7BB4C34DC249BC2093">
    <w:name w:val="59621A3132384D7BB4C34DC249BC2093"/>
    <w:rsid w:val="002F6FDA"/>
  </w:style>
  <w:style w:type="paragraph" w:customStyle="1" w:styleId="81CC4C241AA04386BAC00736416A81C3">
    <w:name w:val="81CC4C241AA04386BAC00736416A81C3"/>
    <w:rsid w:val="002F6FDA"/>
  </w:style>
  <w:style w:type="paragraph" w:customStyle="1" w:styleId="BC4FC3D8D80A4F27B1161DC0370C07CA">
    <w:name w:val="BC4FC3D8D80A4F27B1161DC0370C07CA"/>
    <w:rsid w:val="002F6FDA"/>
  </w:style>
  <w:style w:type="paragraph" w:customStyle="1" w:styleId="1C42A2E7CD684A0BA23E14BAD487F9BD">
    <w:name w:val="1C42A2E7CD684A0BA23E14BAD487F9BD"/>
    <w:rsid w:val="002F6FDA"/>
  </w:style>
  <w:style w:type="paragraph" w:customStyle="1" w:styleId="B0BF1E41428642188B5BAC36EDA98D95">
    <w:name w:val="B0BF1E41428642188B5BAC36EDA98D95"/>
    <w:rsid w:val="00095B05"/>
  </w:style>
  <w:style w:type="paragraph" w:customStyle="1" w:styleId="6CF34720A58546AC993583D4C2E6A897">
    <w:name w:val="6CF34720A58546AC993583D4C2E6A897"/>
    <w:rsid w:val="00095B05"/>
  </w:style>
  <w:style w:type="paragraph" w:customStyle="1" w:styleId="796777AB3BBB42B8B289913E268C86E5">
    <w:name w:val="796777AB3BBB42B8B289913E268C86E5"/>
    <w:rsid w:val="00095B05"/>
  </w:style>
  <w:style w:type="paragraph" w:customStyle="1" w:styleId="67D1E1CB77B844DFAF9FD9D09047B32C">
    <w:name w:val="67D1E1CB77B844DFAF9FD9D09047B32C"/>
    <w:rsid w:val="00095B05"/>
  </w:style>
  <w:style w:type="paragraph" w:customStyle="1" w:styleId="905D0AC763D44B22B6ABC0C5DCEE38FB">
    <w:name w:val="905D0AC763D44B22B6ABC0C5DCEE38FB"/>
    <w:rsid w:val="00095B05"/>
  </w:style>
  <w:style w:type="paragraph" w:customStyle="1" w:styleId="874783A937A544E7B0D2B8A8D589FB5D">
    <w:name w:val="874783A937A544E7B0D2B8A8D589FB5D"/>
    <w:rsid w:val="00712E23"/>
  </w:style>
  <w:style w:type="paragraph" w:customStyle="1" w:styleId="4865931E4E60490CADCD2352F88A798C">
    <w:name w:val="4865931E4E60490CADCD2352F88A798C"/>
    <w:rsid w:val="005F0467"/>
  </w:style>
  <w:style w:type="paragraph" w:customStyle="1" w:styleId="D12D67F075144064AB5761DD9BA649E5">
    <w:name w:val="D12D67F075144064AB5761DD9BA649E5"/>
    <w:rsid w:val="001755D1"/>
  </w:style>
  <w:style w:type="paragraph" w:customStyle="1" w:styleId="6625CDCDFDE747429D9E2C265349EBC1">
    <w:name w:val="6625CDCDFDE747429D9E2C265349EBC1"/>
    <w:rsid w:val="001755D1"/>
  </w:style>
  <w:style w:type="paragraph" w:customStyle="1" w:styleId="0B0F75440FA747FF928860BD685BD1A8">
    <w:name w:val="0B0F75440FA747FF928860BD685BD1A8"/>
    <w:rsid w:val="001755D1"/>
  </w:style>
  <w:style w:type="paragraph" w:customStyle="1" w:styleId="6D7AB6559FB64711915F60E32970B33D">
    <w:name w:val="6D7AB6559FB64711915F60E32970B33D"/>
    <w:rsid w:val="001755D1"/>
  </w:style>
  <w:style w:type="paragraph" w:customStyle="1" w:styleId="AD008FEC22EB40AD96F66F24D2C1FB49">
    <w:name w:val="AD008FEC22EB40AD96F66F24D2C1FB49"/>
    <w:rsid w:val="001755D1"/>
  </w:style>
  <w:style w:type="paragraph" w:customStyle="1" w:styleId="29C40600B4C94EEE99524016D23A7E85">
    <w:name w:val="29C40600B4C94EEE99524016D23A7E85"/>
    <w:rsid w:val="001755D1"/>
  </w:style>
  <w:style w:type="paragraph" w:customStyle="1" w:styleId="AF22C0FF16A74C218ECFE9695C33C671">
    <w:name w:val="AF22C0FF16A74C218ECFE9695C33C671"/>
    <w:rsid w:val="001755D1"/>
  </w:style>
  <w:style w:type="paragraph" w:customStyle="1" w:styleId="5DB91C5DD0C247D6A1370C64EB5BE0C0">
    <w:name w:val="5DB91C5DD0C247D6A1370C64EB5BE0C0"/>
    <w:rsid w:val="001755D1"/>
  </w:style>
  <w:style w:type="paragraph" w:customStyle="1" w:styleId="2D4A3D716320408381E13C347E7581A2">
    <w:name w:val="2D4A3D716320408381E13C347E7581A2"/>
    <w:rsid w:val="00C835CA"/>
  </w:style>
  <w:style w:type="paragraph" w:customStyle="1" w:styleId="B1665E5D11194E679F0135DFD11AC6F8">
    <w:name w:val="B1665E5D11194E679F0135DFD11AC6F8"/>
    <w:rsid w:val="00C835CA"/>
  </w:style>
  <w:style w:type="paragraph" w:customStyle="1" w:styleId="55158BE479814155AED85822DAEF2DA1">
    <w:name w:val="55158BE479814155AED85822DAEF2DA1"/>
    <w:rsid w:val="00C835CA"/>
  </w:style>
  <w:style w:type="paragraph" w:customStyle="1" w:styleId="6018A62573574BCF8FD6CAA6797E7191">
    <w:name w:val="6018A62573574BCF8FD6CAA6797E7191"/>
    <w:rsid w:val="00A33B61"/>
  </w:style>
  <w:style w:type="paragraph" w:customStyle="1" w:styleId="4F6E4062184B4EE99964265CA9667726">
    <w:name w:val="4F6E4062184B4EE99964265CA9667726"/>
    <w:rsid w:val="00A33B61"/>
  </w:style>
  <w:style w:type="paragraph" w:customStyle="1" w:styleId="AD550C3D197545AD93448D62317DAB84">
    <w:name w:val="AD550C3D197545AD93448D62317DAB84"/>
    <w:rsid w:val="00A33B61"/>
  </w:style>
  <w:style w:type="paragraph" w:customStyle="1" w:styleId="BC9C172C69BD48EA964C3175FDAAF25F">
    <w:name w:val="BC9C172C69BD48EA964C3175FDAAF25F"/>
    <w:rsid w:val="00A33B61"/>
  </w:style>
  <w:style w:type="paragraph" w:customStyle="1" w:styleId="51C785BE74A84E89BA5F6685B39F65AD">
    <w:name w:val="51C785BE74A84E89BA5F6685B39F65AD"/>
    <w:rsid w:val="00A33B61"/>
  </w:style>
  <w:style w:type="paragraph" w:customStyle="1" w:styleId="021A82DD027C479CB597C7FD71D50E13">
    <w:name w:val="021A82DD027C479CB597C7FD71D50E13"/>
    <w:rsid w:val="00A33B61"/>
  </w:style>
  <w:style w:type="paragraph" w:customStyle="1" w:styleId="A424997B20704166BCE24B7ABDC87407">
    <w:name w:val="A424997B20704166BCE24B7ABDC87407"/>
    <w:rsid w:val="00A33B61"/>
  </w:style>
  <w:style w:type="paragraph" w:customStyle="1" w:styleId="6CD9A81E0C6B4935829A3E73C77B5D6D">
    <w:name w:val="6CD9A81E0C6B4935829A3E73C77B5D6D"/>
    <w:rsid w:val="003609E6"/>
  </w:style>
  <w:style w:type="paragraph" w:customStyle="1" w:styleId="D7B5D18E9A0746F4834F7BA9D8C52E1C">
    <w:name w:val="D7B5D18E9A0746F4834F7BA9D8C52E1C"/>
    <w:rsid w:val="003609E6"/>
  </w:style>
  <w:style w:type="paragraph" w:customStyle="1" w:styleId="B50139F702744183A2794F6FC48E839A">
    <w:name w:val="B50139F702744183A2794F6FC48E839A"/>
    <w:rsid w:val="003609E6"/>
  </w:style>
  <w:style w:type="paragraph" w:customStyle="1" w:styleId="89DD4838863C48C89B3DCF796033D6EE">
    <w:name w:val="89DD4838863C48C89B3DCF796033D6EE"/>
    <w:rsid w:val="003609E6"/>
  </w:style>
  <w:style w:type="paragraph" w:customStyle="1" w:styleId="FA350C1E1AC14766BB952A64A5E1D32D">
    <w:name w:val="FA350C1E1AC14766BB952A64A5E1D32D"/>
    <w:rsid w:val="003609E6"/>
  </w:style>
  <w:style w:type="paragraph" w:customStyle="1" w:styleId="99731700DD764258AF4F90AB9E0FB49C">
    <w:name w:val="99731700DD764258AF4F90AB9E0FB49C"/>
    <w:rsid w:val="003609E6"/>
  </w:style>
  <w:style w:type="paragraph" w:customStyle="1" w:styleId="5D9A99CFA07342E88859A3E8A9E78082">
    <w:name w:val="5D9A99CFA07342E88859A3E8A9E78082"/>
    <w:rsid w:val="003609E6"/>
  </w:style>
  <w:style w:type="paragraph" w:customStyle="1" w:styleId="09F54F6147F748DE87D0D6621CED837E">
    <w:name w:val="09F54F6147F748DE87D0D6621CED837E"/>
    <w:rsid w:val="003609E6"/>
  </w:style>
  <w:style w:type="paragraph" w:customStyle="1" w:styleId="AF81264EE6154D33BF4EE05045E325A8">
    <w:name w:val="AF81264EE6154D33BF4EE05045E325A8"/>
    <w:rsid w:val="003609E6"/>
  </w:style>
  <w:style w:type="paragraph" w:customStyle="1" w:styleId="B39043D67CBF4370A067467FFDEFE1D1">
    <w:name w:val="B39043D67CBF4370A067467FFDEFE1D1"/>
    <w:rsid w:val="003609E6"/>
  </w:style>
  <w:style w:type="paragraph" w:customStyle="1" w:styleId="97C30BAA7DB44828B4E334FEC7142C1A">
    <w:name w:val="97C30BAA7DB44828B4E334FEC7142C1A"/>
    <w:rsid w:val="00E9560C"/>
  </w:style>
  <w:style w:type="paragraph" w:customStyle="1" w:styleId="093A519B4396468A8F1C53D652A5CD09">
    <w:name w:val="093A519B4396468A8F1C53D652A5CD09"/>
    <w:rsid w:val="00E9560C"/>
  </w:style>
  <w:style w:type="paragraph" w:customStyle="1" w:styleId="E8C654B8183B4A0BBFF2ED52D334500E">
    <w:name w:val="E8C654B8183B4A0BBFF2ED52D334500E"/>
    <w:rsid w:val="00E60D82"/>
  </w:style>
  <w:style w:type="paragraph" w:customStyle="1" w:styleId="0F8F9CEBE0544B71A57B036C3067C544">
    <w:name w:val="0F8F9CEBE0544B71A57B036C3067C544"/>
    <w:rsid w:val="00E60D82"/>
  </w:style>
  <w:style w:type="paragraph" w:customStyle="1" w:styleId="A47446D931F54DF39B3EBF8AFF33EB5D">
    <w:name w:val="A47446D931F54DF39B3EBF8AFF33EB5D"/>
    <w:rsid w:val="00E60D82"/>
  </w:style>
  <w:style w:type="paragraph" w:customStyle="1" w:styleId="8A90808E33CB4128AF827E55F3B3B4E9">
    <w:name w:val="8A90808E33CB4128AF827E55F3B3B4E9"/>
    <w:rsid w:val="00E60D82"/>
  </w:style>
  <w:style w:type="paragraph" w:customStyle="1" w:styleId="F30C8B7AF0FA484DAD2A7A33A5F427FF">
    <w:name w:val="F30C8B7AF0FA484DAD2A7A33A5F427FF"/>
    <w:rsid w:val="00E60D82"/>
  </w:style>
  <w:style w:type="paragraph" w:customStyle="1" w:styleId="600A6D9812514D61A3AFF89CE641DE72">
    <w:name w:val="600A6D9812514D61A3AFF89CE641DE72"/>
    <w:rsid w:val="00E60D82"/>
  </w:style>
  <w:style w:type="paragraph" w:customStyle="1" w:styleId="E2A7BD65B8644652B445FC93F85D8C5D">
    <w:name w:val="E2A7BD65B8644652B445FC93F85D8C5D"/>
    <w:rsid w:val="00E60D82"/>
  </w:style>
  <w:style w:type="paragraph" w:customStyle="1" w:styleId="20328A27EEDE49AE9BC731557660CD5E">
    <w:name w:val="20328A27EEDE49AE9BC731557660CD5E"/>
    <w:rsid w:val="00E60D82"/>
  </w:style>
  <w:style w:type="paragraph" w:customStyle="1" w:styleId="A846412B8C9544678117B098E1144881">
    <w:name w:val="A846412B8C9544678117B098E1144881"/>
    <w:rsid w:val="00E60D82"/>
  </w:style>
  <w:style w:type="paragraph" w:customStyle="1" w:styleId="2F05CD9B5B47413B94BC6D6D79B660CF">
    <w:name w:val="2F05CD9B5B47413B94BC6D6D79B660CF"/>
    <w:rsid w:val="00E60D82"/>
  </w:style>
  <w:style w:type="paragraph" w:customStyle="1" w:styleId="A4FBCC619DFE4296B30D822B7A9E33EA">
    <w:name w:val="A4FBCC619DFE4296B30D822B7A9E33EA"/>
    <w:rsid w:val="00E60D82"/>
  </w:style>
  <w:style w:type="paragraph" w:customStyle="1" w:styleId="848DEB746B9B441A9BC03FB22CCA8531">
    <w:name w:val="848DEB746B9B441A9BC03FB22CCA8531"/>
    <w:rsid w:val="00E60D82"/>
  </w:style>
  <w:style w:type="paragraph" w:customStyle="1" w:styleId="F4F5D004DAB0462382C83764693EEDAA">
    <w:name w:val="F4F5D004DAB0462382C83764693EEDAA"/>
    <w:rsid w:val="00E60D82"/>
  </w:style>
  <w:style w:type="paragraph" w:customStyle="1" w:styleId="24B919DA2B7D4233AD25A4E439D0257D">
    <w:name w:val="24B919DA2B7D4233AD25A4E439D0257D"/>
    <w:rsid w:val="00E60D82"/>
  </w:style>
  <w:style w:type="paragraph" w:customStyle="1" w:styleId="482106D901414AC6B2DD7A45416921BE">
    <w:name w:val="482106D901414AC6B2DD7A45416921BE"/>
    <w:rsid w:val="00E60D82"/>
  </w:style>
  <w:style w:type="paragraph" w:customStyle="1" w:styleId="A5870429D47C4084B6135134CCCF25E4">
    <w:name w:val="A5870429D47C4084B6135134CCCF25E4"/>
    <w:rsid w:val="00E60D82"/>
  </w:style>
  <w:style w:type="paragraph" w:customStyle="1" w:styleId="9D8881E809484C4EA2C8D4CED14EAE6C">
    <w:name w:val="9D8881E809484C4EA2C8D4CED14EAE6C"/>
    <w:rsid w:val="00E60D82"/>
  </w:style>
  <w:style w:type="paragraph" w:customStyle="1" w:styleId="B3775744F81441BD8875CAB472E1678E">
    <w:name w:val="B3775744F81441BD8875CAB472E1678E"/>
    <w:rsid w:val="00E60D82"/>
  </w:style>
  <w:style w:type="paragraph" w:customStyle="1" w:styleId="ED265E0608894F4A9F02F189072D37A7">
    <w:name w:val="ED265E0608894F4A9F02F189072D37A7"/>
    <w:rsid w:val="00E60D82"/>
  </w:style>
  <w:style w:type="paragraph" w:customStyle="1" w:styleId="ADFC91E5634743BF83DFFA945E4564AA">
    <w:name w:val="ADFC91E5634743BF83DFFA945E4564AA"/>
    <w:rsid w:val="00E60D82"/>
  </w:style>
  <w:style w:type="paragraph" w:customStyle="1" w:styleId="4EE3581983B6481B83B6BB911EEE35B2">
    <w:name w:val="4EE3581983B6481B83B6BB911EEE35B2"/>
    <w:rsid w:val="00E60D82"/>
  </w:style>
  <w:style w:type="paragraph" w:customStyle="1" w:styleId="8158933299FD496188A8EBC3657546C6">
    <w:name w:val="8158933299FD496188A8EBC3657546C6"/>
    <w:rsid w:val="00E60D82"/>
  </w:style>
  <w:style w:type="paragraph" w:customStyle="1" w:styleId="1CEBFA884804447196BDE91851982BC4">
    <w:name w:val="1CEBFA884804447196BDE91851982BC4"/>
    <w:rsid w:val="00E60D82"/>
  </w:style>
  <w:style w:type="paragraph" w:customStyle="1" w:styleId="E1A4C15D4D9F495C9CA3E8546A4987D8">
    <w:name w:val="E1A4C15D4D9F495C9CA3E8546A4987D8"/>
    <w:rsid w:val="00E60D82"/>
  </w:style>
  <w:style w:type="paragraph" w:customStyle="1" w:styleId="A6978A942DF64B15A8466B110FB675E3">
    <w:name w:val="A6978A942DF64B15A8466B110FB675E3"/>
    <w:rsid w:val="00E60D82"/>
  </w:style>
  <w:style w:type="paragraph" w:customStyle="1" w:styleId="9375191059304140B668BE4E76FC2A89">
    <w:name w:val="9375191059304140B668BE4E76FC2A89"/>
    <w:rsid w:val="00E60D82"/>
  </w:style>
  <w:style w:type="paragraph" w:customStyle="1" w:styleId="851D96F7E554495D92D731F40D043F07">
    <w:name w:val="851D96F7E554495D92D731F40D043F07"/>
    <w:rsid w:val="00E60D82"/>
  </w:style>
  <w:style w:type="paragraph" w:customStyle="1" w:styleId="FF2D8EB45C2842C5BD20EEAFA1F32D8E">
    <w:name w:val="FF2D8EB45C2842C5BD20EEAFA1F32D8E"/>
    <w:rsid w:val="00E60D82"/>
  </w:style>
  <w:style w:type="paragraph" w:customStyle="1" w:styleId="98C473CD459A4A1CA512B3D9058C1DF4">
    <w:name w:val="98C473CD459A4A1CA512B3D9058C1DF4"/>
    <w:rsid w:val="00FC782D"/>
  </w:style>
  <w:style w:type="paragraph" w:customStyle="1" w:styleId="59BBA28B2D444B47919742241E46039C">
    <w:name w:val="59BBA28B2D444B47919742241E46039C"/>
    <w:rsid w:val="00FC782D"/>
  </w:style>
  <w:style w:type="paragraph" w:customStyle="1" w:styleId="75670F547C2E4AD6A8E9216151E977FB">
    <w:name w:val="75670F547C2E4AD6A8E9216151E977FB"/>
    <w:rsid w:val="00FC782D"/>
  </w:style>
  <w:style w:type="paragraph" w:customStyle="1" w:styleId="7D08A90B8B6347618CAE118833027326">
    <w:name w:val="7D08A90B8B6347618CAE118833027326"/>
    <w:rsid w:val="00FC782D"/>
  </w:style>
  <w:style w:type="paragraph" w:customStyle="1" w:styleId="49CFAC65345B4B4FB0E2DEA1BBEC8419">
    <w:name w:val="49CFAC65345B4B4FB0E2DEA1BBEC8419"/>
    <w:rsid w:val="00FC782D"/>
  </w:style>
  <w:style w:type="paragraph" w:customStyle="1" w:styleId="EBA9FD57223C4B8299ACFF2C0DD4FE9D">
    <w:name w:val="EBA9FD57223C4B8299ACFF2C0DD4FE9D"/>
    <w:rsid w:val="00FC782D"/>
  </w:style>
  <w:style w:type="paragraph" w:customStyle="1" w:styleId="6DE3FD3A953D4F4E8DC4DA1DF9D82766">
    <w:name w:val="6DE3FD3A953D4F4E8DC4DA1DF9D82766"/>
    <w:rsid w:val="00FC782D"/>
  </w:style>
  <w:style w:type="paragraph" w:customStyle="1" w:styleId="5A4072F25D514C6E80011AA564EF9F67">
    <w:name w:val="5A4072F25D514C6E80011AA564EF9F67"/>
    <w:rsid w:val="00FC782D"/>
  </w:style>
  <w:style w:type="paragraph" w:customStyle="1" w:styleId="7B66987372264DC3992E26CC6566A796">
    <w:name w:val="7B66987372264DC3992E26CC6566A796"/>
    <w:rsid w:val="00FC782D"/>
  </w:style>
  <w:style w:type="paragraph" w:customStyle="1" w:styleId="706016A9B3734FDF8057888839ACD6D0">
    <w:name w:val="706016A9B3734FDF8057888839ACD6D0"/>
    <w:rsid w:val="00FC782D"/>
  </w:style>
  <w:style w:type="paragraph" w:customStyle="1" w:styleId="6D6CB89031D74E708A6D93C3260E5DA1">
    <w:name w:val="6D6CB89031D74E708A6D93C3260E5DA1"/>
    <w:rsid w:val="00FC782D"/>
  </w:style>
  <w:style w:type="paragraph" w:customStyle="1" w:styleId="0C5BB97F894A4C10AE5E788D6BCFAB58">
    <w:name w:val="0C5BB97F894A4C10AE5E788D6BCFAB58"/>
    <w:rsid w:val="00FC782D"/>
  </w:style>
  <w:style w:type="paragraph" w:customStyle="1" w:styleId="41DC400CCD4E4F0D8628B5EE90212568">
    <w:name w:val="41DC400CCD4E4F0D8628B5EE90212568"/>
    <w:rsid w:val="00FC782D"/>
  </w:style>
  <w:style w:type="paragraph" w:customStyle="1" w:styleId="BF2FCADD47524983A4C597151EEF7B9F">
    <w:name w:val="BF2FCADD47524983A4C597151EEF7B9F"/>
    <w:rsid w:val="00FC782D"/>
  </w:style>
  <w:style w:type="paragraph" w:customStyle="1" w:styleId="CD858A9F1F75430ABF035123DC32264D">
    <w:name w:val="CD858A9F1F75430ABF035123DC32264D"/>
    <w:rsid w:val="00FC782D"/>
  </w:style>
  <w:style w:type="paragraph" w:customStyle="1" w:styleId="792C00BB0EA042EA9D3461A865AFBADE">
    <w:name w:val="792C00BB0EA042EA9D3461A865AFBADE"/>
    <w:rsid w:val="00FC782D"/>
  </w:style>
  <w:style w:type="paragraph" w:customStyle="1" w:styleId="508145D72126430F842F6802DFF1FB74">
    <w:name w:val="508145D72126430F842F6802DFF1FB74"/>
    <w:rsid w:val="00FC782D"/>
  </w:style>
  <w:style w:type="paragraph" w:customStyle="1" w:styleId="2F74D10FEA584243950524059921AE40">
    <w:name w:val="2F74D10FEA584243950524059921AE40"/>
    <w:rsid w:val="00FC782D"/>
  </w:style>
  <w:style w:type="paragraph" w:customStyle="1" w:styleId="4C07F67319544982916C2997DD0E7E72">
    <w:name w:val="4C07F67319544982916C2997DD0E7E72"/>
    <w:rsid w:val="0026215B"/>
  </w:style>
  <w:style w:type="paragraph" w:customStyle="1" w:styleId="CD606CBD30C34AE8AFB61291CFC76D21">
    <w:name w:val="CD606CBD30C34AE8AFB61291CFC76D21"/>
    <w:rsid w:val="0026215B"/>
  </w:style>
  <w:style w:type="paragraph" w:customStyle="1" w:styleId="4FD7F2E749724EB0A7E5E8FE3C84D43D">
    <w:name w:val="4FD7F2E749724EB0A7E5E8FE3C84D43D"/>
    <w:rsid w:val="0026215B"/>
  </w:style>
  <w:style w:type="paragraph" w:customStyle="1" w:styleId="0E6F8F312D2140549F62068E58477BE9">
    <w:name w:val="0E6F8F312D2140549F62068E58477BE9"/>
    <w:rsid w:val="0026215B"/>
  </w:style>
  <w:style w:type="paragraph" w:customStyle="1" w:styleId="B89DE578DE19407AA4FC43BCB128F3E5">
    <w:name w:val="B89DE578DE19407AA4FC43BCB128F3E5"/>
    <w:rsid w:val="006F7CC4"/>
  </w:style>
  <w:style w:type="paragraph" w:customStyle="1" w:styleId="C93FA429D9A84B6C845011B03BCDF198">
    <w:name w:val="C93FA429D9A84B6C845011B03BCDF198"/>
    <w:rsid w:val="006F7CC4"/>
  </w:style>
  <w:style w:type="paragraph" w:customStyle="1" w:styleId="98E9DC7728594BE7A6638295FA64405E">
    <w:name w:val="98E9DC7728594BE7A6638295FA64405E"/>
    <w:rsid w:val="006F7CC4"/>
  </w:style>
  <w:style w:type="paragraph" w:customStyle="1" w:styleId="FA78A152168E494DB3C7A1463114315B">
    <w:name w:val="FA78A152168E494DB3C7A1463114315B"/>
    <w:rsid w:val="006F7CC4"/>
  </w:style>
  <w:style w:type="paragraph" w:customStyle="1" w:styleId="3AC9D62BA3D342B382E5418A2FAADD63">
    <w:name w:val="3AC9D62BA3D342B382E5418A2FAADD63"/>
    <w:rsid w:val="006F7CC4"/>
  </w:style>
  <w:style w:type="paragraph" w:customStyle="1" w:styleId="F2FDA8A73E8C47799F6FAD5E4D2943E5">
    <w:name w:val="F2FDA8A73E8C47799F6FAD5E4D2943E5"/>
    <w:rsid w:val="006F7CC4"/>
  </w:style>
  <w:style w:type="paragraph" w:customStyle="1" w:styleId="159F5FF15C4D4B8CAD5EEFE4FA8D0291">
    <w:name w:val="159F5FF15C4D4B8CAD5EEFE4FA8D0291"/>
    <w:rsid w:val="00182E1B"/>
  </w:style>
  <w:style w:type="paragraph" w:customStyle="1" w:styleId="EF4FD208219D434B876BAAE91F9539AE">
    <w:name w:val="EF4FD208219D434B876BAAE91F9539AE"/>
    <w:rsid w:val="00182E1B"/>
  </w:style>
  <w:style w:type="paragraph" w:customStyle="1" w:styleId="54F3C816644A4B5E85055309CE2ED0B1">
    <w:name w:val="54F3C816644A4B5E85055309CE2ED0B1"/>
    <w:rsid w:val="00182E1B"/>
  </w:style>
  <w:style w:type="paragraph" w:customStyle="1" w:styleId="D6349000CC5C4343BEE8303014E51F11">
    <w:name w:val="D6349000CC5C4343BEE8303014E51F11"/>
    <w:rsid w:val="00182E1B"/>
  </w:style>
  <w:style w:type="paragraph" w:customStyle="1" w:styleId="CE453FA60B344C60B6B7737A34CC31AD">
    <w:name w:val="CE453FA60B344C60B6B7737A34CC31AD"/>
    <w:rsid w:val="00182E1B"/>
  </w:style>
  <w:style w:type="paragraph" w:customStyle="1" w:styleId="02B6638CD9944175BFF38428AAAE2123">
    <w:name w:val="02B6638CD9944175BFF38428AAAE2123"/>
    <w:rsid w:val="00182E1B"/>
  </w:style>
  <w:style w:type="paragraph" w:customStyle="1" w:styleId="F7BAA1139C49484C9B00C360E1C825B2">
    <w:name w:val="F7BAA1139C49484C9B00C360E1C825B2"/>
    <w:rsid w:val="00182E1B"/>
  </w:style>
  <w:style w:type="paragraph" w:customStyle="1" w:styleId="14BA016B85C74214B12A7BC8DB6D8235">
    <w:name w:val="14BA016B85C74214B12A7BC8DB6D8235"/>
    <w:rsid w:val="00182E1B"/>
  </w:style>
  <w:style w:type="paragraph" w:customStyle="1" w:styleId="267B1A6F956A4B6CAA77AD28A8D1CBB3">
    <w:name w:val="267B1A6F956A4B6CAA77AD28A8D1CBB3"/>
    <w:rsid w:val="00182E1B"/>
  </w:style>
  <w:style w:type="paragraph" w:customStyle="1" w:styleId="E1D4ABA8EF3049B29DE366685C74FF54">
    <w:name w:val="E1D4ABA8EF3049B29DE366685C74FF54"/>
    <w:rsid w:val="00182E1B"/>
  </w:style>
  <w:style w:type="paragraph" w:customStyle="1" w:styleId="5FEF96D3AD2141089FA7DB3DF260C624">
    <w:name w:val="5FEF96D3AD2141089FA7DB3DF260C624"/>
    <w:rsid w:val="00182E1B"/>
  </w:style>
  <w:style w:type="paragraph" w:customStyle="1" w:styleId="191D24BFE7494A34A5079AABECA2156F">
    <w:name w:val="191D24BFE7494A34A5079AABECA2156F"/>
    <w:rsid w:val="00182E1B"/>
  </w:style>
  <w:style w:type="paragraph" w:customStyle="1" w:styleId="B9FE831FAD79413A90851319DC18AFE8">
    <w:name w:val="B9FE831FAD79413A90851319DC18AFE8"/>
    <w:rsid w:val="00182E1B"/>
  </w:style>
  <w:style w:type="paragraph" w:customStyle="1" w:styleId="268C0A33CFC54660967BF2C921DF6091">
    <w:name w:val="268C0A33CFC54660967BF2C921DF6091"/>
    <w:rsid w:val="00182E1B"/>
  </w:style>
  <w:style w:type="paragraph" w:customStyle="1" w:styleId="4606EF3B5D2C410183144FCC925EEE7D">
    <w:name w:val="4606EF3B5D2C410183144FCC925EEE7D"/>
    <w:rsid w:val="00182E1B"/>
  </w:style>
  <w:style w:type="paragraph" w:customStyle="1" w:styleId="D2342F4DDA4A4CAA9C069BC50423FE80">
    <w:name w:val="D2342F4DDA4A4CAA9C069BC50423FE80"/>
    <w:rsid w:val="00182E1B"/>
  </w:style>
  <w:style w:type="paragraph" w:customStyle="1" w:styleId="74FA2ADE52664FCEA590859B91A28DC6">
    <w:name w:val="74FA2ADE52664FCEA590859B91A28DC6"/>
    <w:rsid w:val="00182E1B"/>
  </w:style>
  <w:style w:type="paragraph" w:customStyle="1" w:styleId="29C2B340395A4DD6A1DA75C2D3BF7B70">
    <w:name w:val="29C2B340395A4DD6A1DA75C2D3BF7B70"/>
    <w:rsid w:val="00182E1B"/>
  </w:style>
  <w:style w:type="paragraph" w:customStyle="1" w:styleId="619D7ED157D540E884AE444D599ECA4B">
    <w:name w:val="619D7ED157D540E884AE444D599ECA4B"/>
    <w:rsid w:val="00182E1B"/>
  </w:style>
  <w:style w:type="paragraph" w:customStyle="1" w:styleId="8551C5EC9D754F6DB8065426A8A6E817">
    <w:name w:val="8551C5EC9D754F6DB8065426A8A6E817"/>
    <w:rsid w:val="00182E1B"/>
  </w:style>
  <w:style w:type="paragraph" w:customStyle="1" w:styleId="926329728CB847738F83D29FC1BA72C5">
    <w:name w:val="926329728CB847738F83D29FC1BA72C5"/>
    <w:rsid w:val="00182E1B"/>
  </w:style>
  <w:style w:type="paragraph" w:customStyle="1" w:styleId="052685D71BE7406389A150B42B978197">
    <w:name w:val="052685D71BE7406389A150B42B978197"/>
    <w:rsid w:val="00182E1B"/>
  </w:style>
  <w:style w:type="paragraph" w:customStyle="1" w:styleId="82CCADA709E6455CA7CB1D40E1A973F1">
    <w:name w:val="82CCADA709E6455CA7CB1D40E1A973F1"/>
    <w:rsid w:val="00182E1B"/>
  </w:style>
  <w:style w:type="paragraph" w:customStyle="1" w:styleId="ACDCCA9559E649A7A9DA7052B5037B08">
    <w:name w:val="ACDCCA9559E649A7A9DA7052B5037B08"/>
    <w:rsid w:val="00182E1B"/>
  </w:style>
  <w:style w:type="paragraph" w:customStyle="1" w:styleId="572CD24F76F8493A81DF33827E3249DC">
    <w:name w:val="572CD24F76F8493A81DF33827E3249DC"/>
    <w:rsid w:val="00182E1B"/>
  </w:style>
  <w:style w:type="paragraph" w:customStyle="1" w:styleId="76C12873467B48F9B68E357CAE0881B8">
    <w:name w:val="76C12873467B48F9B68E357CAE0881B8"/>
    <w:rsid w:val="00182E1B"/>
  </w:style>
  <w:style w:type="paragraph" w:customStyle="1" w:styleId="166631B37AA245408162BE7F2AB27867">
    <w:name w:val="166631B37AA245408162BE7F2AB27867"/>
    <w:rsid w:val="00182E1B"/>
  </w:style>
  <w:style w:type="paragraph" w:customStyle="1" w:styleId="F7C4B9985C06425DB55E87C37769864A">
    <w:name w:val="F7C4B9985C06425DB55E87C37769864A"/>
    <w:rsid w:val="00182E1B"/>
  </w:style>
  <w:style w:type="paragraph" w:customStyle="1" w:styleId="D9592465E8CD431E8FB476F8FB5F176A">
    <w:name w:val="D9592465E8CD431E8FB476F8FB5F176A"/>
    <w:rsid w:val="00182E1B"/>
  </w:style>
  <w:style w:type="paragraph" w:customStyle="1" w:styleId="4327362858D2479993464834C7BB3972">
    <w:name w:val="4327362858D2479993464834C7BB3972"/>
    <w:rsid w:val="00182E1B"/>
  </w:style>
  <w:style w:type="paragraph" w:customStyle="1" w:styleId="162D087D5F954D9289E8867548FF0000">
    <w:name w:val="162D087D5F954D9289E8867548FF0000"/>
    <w:rsid w:val="00182E1B"/>
  </w:style>
  <w:style w:type="paragraph" w:customStyle="1" w:styleId="0BB3B4BA6BB24601BE8578F02B614DC3">
    <w:name w:val="0BB3B4BA6BB24601BE8578F02B614DC3"/>
    <w:rsid w:val="00182E1B"/>
  </w:style>
  <w:style w:type="paragraph" w:customStyle="1" w:styleId="31038B020FCA473082DC520F3CEB10C4">
    <w:name w:val="31038B020FCA473082DC520F3CEB10C4"/>
    <w:rsid w:val="00182E1B"/>
  </w:style>
  <w:style w:type="paragraph" w:customStyle="1" w:styleId="1152EE8B21AE4DC2B02A37B4BEAD67C4">
    <w:name w:val="1152EE8B21AE4DC2B02A37B4BEAD67C4"/>
    <w:rsid w:val="00182E1B"/>
  </w:style>
  <w:style w:type="paragraph" w:customStyle="1" w:styleId="65E10D85AD054A91818E04A15556B4A4">
    <w:name w:val="65E10D85AD054A91818E04A15556B4A4"/>
    <w:rsid w:val="00F904D3"/>
  </w:style>
  <w:style w:type="paragraph" w:customStyle="1" w:styleId="2BA969131E7641D0BC0E3E80CCBF689D">
    <w:name w:val="2BA969131E7641D0BC0E3E80CCBF689D"/>
    <w:rsid w:val="00F904D3"/>
  </w:style>
  <w:style w:type="paragraph" w:customStyle="1" w:styleId="4B5FE7286E294476B3320C00E9E32620">
    <w:name w:val="4B5FE7286E294476B3320C00E9E32620"/>
    <w:rsid w:val="00F904D3"/>
  </w:style>
  <w:style w:type="paragraph" w:customStyle="1" w:styleId="D08334F902504818A2149271D7D0547C">
    <w:name w:val="D08334F902504818A2149271D7D0547C"/>
    <w:rsid w:val="00F904D3"/>
  </w:style>
  <w:style w:type="paragraph" w:customStyle="1" w:styleId="F99A702655D94BD4A055E1418DCBE8C8">
    <w:name w:val="F99A702655D94BD4A055E1418DCBE8C8"/>
    <w:rsid w:val="00F904D3"/>
  </w:style>
  <w:style w:type="paragraph" w:customStyle="1" w:styleId="3C7DD6F112654678A2BF751DF558DF58">
    <w:name w:val="3C7DD6F112654678A2BF751DF558DF58"/>
    <w:rsid w:val="00F904D3"/>
  </w:style>
  <w:style w:type="paragraph" w:customStyle="1" w:styleId="341776CF29D5420DAEC099824EE3DFBD">
    <w:name w:val="341776CF29D5420DAEC099824EE3DFBD"/>
    <w:rsid w:val="00F904D3"/>
  </w:style>
  <w:style w:type="paragraph" w:customStyle="1" w:styleId="934B86A1EFCD4650B94EEFE6A707A2C2">
    <w:name w:val="934B86A1EFCD4650B94EEFE6A707A2C2"/>
    <w:rsid w:val="00F904D3"/>
  </w:style>
  <w:style w:type="paragraph" w:customStyle="1" w:styleId="06721C5738AA4B9CA3E5871A55E1C377">
    <w:name w:val="06721C5738AA4B9CA3E5871A55E1C377"/>
    <w:rsid w:val="00F904D3"/>
  </w:style>
  <w:style w:type="paragraph" w:customStyle="1" w:styleId="A53A1CC4E74C4865A0E054625C453BE6">
    <w:name w:val="A53A1CC4E74C4865A0E054625C453BE6"/>
    <w:rsid w:val="00F904D3"/>
  </w:style>
  <w:style w:type="paragraph" w:customStyle="1" w:styleId="C0EE8C2ACACC479397F78FE489822E8A">
    <w:name w:val="C0EE8C2ACACC479397F78FE489822E8A"/>
    <w:rsid w:val="00F904D3"/>
  </w:style>
  <w:style w:type="paragraph" w:customStyle="1" w:styleId="B40AA0D5425D48D7811AB6C7E2286722">
    <w:name w:val="B40AA0D5425D48D7811AB6C7E2286722"/>
    <w:rsid w:val="00F904D3"/>
  </w:style>
  <w:style w:type="paragraph" w:customStyle="1" w:styleId="E4D0BF045F7E4DD18D76FC8A440838E6">
    <w:name w:val="E4D0BF045F7E4DD18D76FC8A440838E6"/>
    <w:rsid w:val="00F904D3"/>
  </w:style>
  <w:style w:type="paragraph" w:customStyle="1" w:styleId="0A6A675F7B324CC9982C032424EC5628">
    <w:name w:val="0A6A675F7B324CC9982C032424EC5628"/>
    <w:rsid w:val="00F904D3"/>
  </w:style>
  <w:style w:type="paragraph" w:customStyle="1" w:styleId="3E7075D5DAB64D62ABE846387012B661">
    <w:name w:val="3E7075D5DAB64D62ABE846387012B661"/>
    <w:rsid w:val="00F904D3"/>
  </w:style>
  <w:style w:type="paragraph" w:customStyle="1" w:styleId="74909B1B40EF4053B6C496EF8EEA38DF">
    <w:name w:val="74909B1B40EF4053B6C496EF8EEA38DF"/>
    <w:rsid w:val="00F904D3"/>
  </w:style>
  <w:style w:type="paragraph" w:customStyle="1" w:styleId="8E47765CB9684F9798469D20244824F3">
    <w:name w:val="8E47765CB9684F9798469D20244824F3"/>
    <w:rsid w:val="00F904D3"/>
  </w:style>
  <w:style w:type="paragraph" w:customStyle="1" w:styleId="C630DA9DDB7B4E8EBABDC8490766F444">
    <w:name w:val="C630DA9DDB7B4E8EBABDC8490766F444"/>
    <w:rsid w:val="00F904D3"/>
  </w:style>
  <w:style w:type="paragraph" w:customStyle="1" w:styleId="400415D33EF744239204F88E1D92C75B">
    <w:name w:val="400415D33EF744239204F88E1D92C75B"/>
    <w:rsid w:val="00F904D3"/>
  </w:style>
  <w:style w:type="paragraph" w:customStyle="1" w:styleId="486B34D8DFF146A39EF0B4E0BB21F871">
    <w:name w:val="486B34D8DFF146A39EF0B4E0BB21F871"/>
    <w:rsid w:val="00F904D3"/>
  </w:style>
  <w:style w:type="paragraph" w:customStyle="1" w:styleId="E523E8921E834104BF4539C79315C166">
    <w:name w:val="E523E8921E834104BF4539C79315C166"/>
    <w:rsid w:val="00F904D3"/>
  </w:style>
  <w:style w:type="paragraph" w:customStyle="1" w:styleId="D4CA461794B34867A45CBF26B31937A3">
    <w:name w:val="D4CA461794B34867A45CBF26B31937A3"/>
    <w:rsid w:val="00F904D3"/>
  </w:style>
  <w:style w:type="paragraph" w:customStyle="1" w:styleId="F47F933E0F144AA38D083A78BDC2E2C8">
    <w:name w:val="F47F933E0F144AA38D083A78BDC2E2C8"/>
    <w:rsid w:val="00F904D3"/>
  </w:style>
  <w:style w:type="paragraph" w:customStyle="1" w:styleId="ACAC2A6A9A9F4706B8880F8B3483B168">
    <w:name w:val="ACAC2A6A9A9F4706B8880F8B3483B168"/>
    <w:rsid w:val="00F904D3"/>
  </w:style>
  <w:style w:type="paragraph" w:customStyle="1" w:styleId="5165F04C12A2478F80F7B37B31EBF7C7">
    <w:name w:val="5165F04C12A2478F80F7B37B31EBF7C7"/>
    <w:rsid w:val="00F904D3"/>
  </w:style>
  <w:style w:type="paragraph" w:customStyle="1" w:styleId="1645B228234942AAAC1E16FD516E7FD6">
    <w:name w:val="1645B228234942AAAC1E16FD516E7FD6"/>
    <w:rsid w:val="00F904D3"/>
  </w:style>
  <w:style w:type="paragraph" w:customStyle="1" w:styleId="ED55CE74F0DA4865B8D69A16881E9BC0">
    <w:name w:val="ED55CE74F0DA4865B8D69A16881E9BC0"/>
    <w:rsid w:val="00F904D3"/>
  </w:style>
  <w:style w:type="paragraph" w:customStyle="1" w:styleId="0DD4483D658C409C9BC1ED7DF581B382">
    <w:name w:val="0DD4483D658C409C9BC1ED7DF581B382"/>
    <w:rsid w:val="00F904D3"/>
  </w:style>
  <w:style w:type="paragraph" w:customStyle="1" w:styleId="67AE54B70B4D42ABA81055625653844E">
    <w:name w:val="67AE54B70B4D42ABA81055625653844E"/>
    <w:rsid w:val="00F904D3"/>
  </w:style>
  <w:style w:type="paragraph" w:customStyle="1" w:styleId="228F0F1FBBF142DE866EF79AA6C660D4">
    <w:name w:val="228F0F1FBBF142DE866EF79AA6C660D4"/>
    <w:rsid w:val="00F904D3"/>
  </w:style>
  <w:style w:type="paragraph" w:customStyle="1" w:styleId="312A616E52D745A9A34AD2994F19EE2F">
    <w:name w:val="312A616E52D745A9A34AD2994F19EE2F"/>
    <w:rsid w:val="00F904D3"/>
  </w:style>
  <w:style w:type="paragraph" w:customStyle="1" w:styleId="14959C836A6F431E950AF8E8EBE4CCE4">
    <w:name w:val="14959C836A6F431E950AF8E8EBE4CCE4"/>
    <w:rsid w:val="00F904D3"/>
  </w:style>
  <w:style w:type="paragraph" w:customStyle="1" w:styleId="689FCB0D62A54CF6BAF1FACA37545F75">
    <w:name w:val="689FCB0D62A54CF6BAF1FACA37545F75"/>
    <w:rsid w:val="00F904D3"/>
  </w:style>
  <w:style w:type="paragraph" w:customStyle="1" w:styleId="81C2774EF7A04036B5A3B498F403E61A">
    <w:name w:val="81C2774EF7A04036B5A3B498F403E61A"/>
    <w:rsid w:val="00513A45"/>
  </w:style>
  <w:style w:type="paragraph" w:customStyle="1" w:styleId="8560B28638734712B5F1CA8910AD2A12">
    <w:name w:val="8560B28638734712B5F1CA8910AD2A12"/>
    <w:rsid w:val="00513A45"/>
  </w:style>
  <w:style w:type="paragraph" w:customStyle="1" w:styleId="37BA0DA6A8F34201BECD41369A3DD2BB">
    <w:name w:val="37BA0DA6A8F34201BECD41369A3DD2BB"/>
    <w:rsid w:val="00513A45"/>
  </w:style>
  <w:style w:type="paragraph" w:customStyle="1" w:styleId="D5F09FEA57924F7AB05C1C29DFE4A3E8">
    <w:name w:val="D5F09FEA57924F7AB05C1C29DFE4A3E8"/>
    <w:rsid w:val="00513A45"/>
  </w:style>
  <w:style w:type="paragraph" w:customStyle="1" w:styleId="8EC16E30325047C693D1FAD17748B998">
    <w:name w:val="8EC16E30325047C693D1FAD17748B998"/>
    <w:rsid w:val="00513A45"/>
  </w:style>
  <w:style w:type="paragraph" w:customStyle="1" w:styleId="9D67737E4EC740849013C7116E4A147A">
    <w:name w:val="9D67737E4EC740849013C7116E4A147A"/>
    <w:rsid w:val="00513A45"/>
  </w:style>
  <w:style w:type="paragraph" w:customStyle="1" w:styleId="A30C5E3272F54C6A8803F23199DF1D7A">
    <w:name w:val="A30C5E3272F54C6A8803F23199DF1D7A"/>
    <w:rsid w:val="00513A45"/>
  </w:style>
  <w:style w:type="paragraph" w:customStyle="1" w:styleId="A03D4CF457D14FB2B5333D0C8129EBB6">
    <w:name w:val="A03D4CF457D14FB2B5333D0C8129EBB6"/>
    <w:rsid w:val="00513A45"/>
  </w:style>
  <w:style w:type="paragraph" w:customStyle="1" w:styleId="646F8EC009AB4B7CBB2118648C47D308">
    <w:name w:val="646F8EC009AB4B7CBB2118648C47D308"/>
    <w:rsid w:val="00513A45"/>
  </w:style>
  <w:style w:type="paragraph" w:customStyle="1" w:styleId="E832D68D12D349438E04CE25EF65EF0B">
    <w:name w:val="E832D68D12D349438E04CE25EF65EF0B"/>
    <w:rsid w:val="00513A45"/>
  </w:style>
  <w:style w:type="paragraph" w:customStyle="1" w:styleId="519225C3FDCA44DF811D378B719926E7">
    <w:name w:val="519225C3FDCA44DF811D378B719926E7"/>
    <w:rsid w:val="00513A45"/>
  </w:style>
  <w:style w:type="paragraph" w:customStyle="1" w:styleId="C3D761F7C3F949F887ACA70614A2C65C">
    <w:name w:val="C3D761F7C3F949F887ACA70614A2C65C"/>
    <w:rsid w:val="00513A45"/>
  </w:style>
  <w:style w:type="paragraph" w:customStyle="1" w:styleId="5E59BBA9C5CE49B58F5A42B6279A1FA7">
    <w:name w:val="5E59BBA9C5CE49B58F5A42B6279A1FA7"/>
    <w:rsid w:val="00513A45"/>
  </w:style>
  <w:style w:type="paragraph" w:customStyle="1" w:styleId="CDE8B626F0774C5D8ADC1AAE3B39F1AD">
    <w:name w:val="CDE8B626F0774C5D8ADC1AAE3B39F1AD"/>
    <w:rsid w:val="00513A45"/>
  </w:style>
  <w:style w:type="paragraph" w:customStyle="1" w:styleId="B69B0D5ED60C4D1883179FA164323047">
    <w:name w:val="B69B0D5ED60C4D1883179FA164323047"/>
    <w:rsid w:val="00513A45"/>
  </w:style>
  <w:style w:type="paragraph" w:customStyle="1" w:styleId="CF4C226A297F464EB2453C1D9E70C793">
    <w:name w:val="CF4C226A297F464EB2453C1D9E70C793"/>
    <w:rsid w:val="00513A45"/>
  </w:style>
  <w:style w:type="paragraph" w:customStyle="1" w:styleId="9EC6D568C0DC44A8BC5DC2834B752EB5">
    <w:name w:val="9EC6D568C0DC44A8BC5DC2834B752EB5"/>
    <w:rsid w:val="00513A45"/>
  </w:style>
  <w:style w:type="paragraph" w:customStyle="1" w:styleId="1A50B1C09BAF478483D39CC72517A9F1">
    <w:name w:val="1A50B1C09BAF478483D39CC72517A9F1"/>
    <w:rsid w:val="00513A45"/>
  </w:style>
  <w:style w:type="paragraph" w:customStyle="1" w:styleId="3D7FED1087A14C148246C614236DF436">
    <w:name w:val="3D7FED1087A14C148246C614236DF436"/>
    <w:rsid w:val="00513A45"/>
  </w:style>
  <w:style w:type="paragraph" w:customStyle="1" w:styleId="9B7BA193D83F4A97BC26866793DCB86E">
    <w:name w:val="9B7BA193D83F4A97BC26866793DCB86E"/>
    <w:rsid w:val="00513A45"/>
  </w:style>
  <w:style w:type="paragraph" w:customStyle="1" w:styleId="A43231D74F6849AC8B2E40B0FA377F84">
    <w:name w:val="A43231D74F6849AC8B2E40B0FA377F84"/>
    <w:rsid w:val="00513A45"/>
  </w:style>
  <w:style w:type="paragraph" w:customStyle="1" w:styleId="C55AF335579D46A58B6983F21C5C331A">
    <w:name w:val="C55AF335579D46A58B6983F21C5C331A"/>
    <w:rsid w:val="00513A45"/>
  </w:style>
  <w:style w:type="paragraph" w:customStyle="1" w:styleId="7628685CE0D64D59B51B7CAED709A0CF">
    <w:name w:val="7628685CE0D64D59B51B7CAED709A0CF"/>
    <w:rsid w:val="00C83949"/>
  </w:style>
  <w:style w:type="paragraph" w:customStyle="1" w:styleId="BC7EA09252DD41348B74B96280B84CD2">
    <w:name w:val="BC7EA09252DD41348B74B96280B84CD2"/>
    <w:rsid w:val="00C83949"/>
  </w:style>
  <w:style w:type="paragraph" w:customStyle="1" w:styleId="E8DA74D0D27D4276B57F5ED1A40A2488">
    <w:name w:val="E8DA74D0D27D4276B57F5ED1A40A2488"/>
    <w:rsid w:val="00C83949"/>
  </w:style>
  <w:style w:type="paragraph" w:customStyle="1" w:styleId="2CFF8B68CFC54C5A91C9C09CBBD6065E">
    <w:name w:val="2CFF8B68CFC54C5A91C9C09CBBD6065E"/>
    <w:rsid w:val="00C83949"/>
  </w:style>
  <w:style w:type="paragraph" w:customStyle="1" w:styleId="551BC5EE36CE4D6FBAD0D94CC7D8AE52">
    <w:name w:val="551BC5EE36CE4D6FBAD0D94CC7D8AE52"/>
    <w:rsid w:val="00C83949"/>
  </w:style>
  <w:style w:type="paragraph" w:customStyle="1" w:styleId="715A999076504EDFB18F723D315A5353">
    <w:name w:val="715A999076504EDFB18F723D315A5353"/>
    <w:rsid w:val="00C83949"/>
  </w:style>
  <w:style w:type="paragraph" w:customStyle="1" w:styleId="E8F5A6E515FC42C6BF4C27AACB925121">
    <w:name w:val="E8F5A6E515FC42C6BF4C27AACB925121"/>
    <w:rsid w:val="00C83949"/>
  </w:style>
  <w:style w:type="paragraph" w:customStyle="1" w:styleId="6D91E3EEB1B2447C887AE3866AE0CA1B">
    <w:name w:val="6D91E3EEB1B2447C887AE3866AE0CA1B"/>
    <w:rsid w:val="00C83949"/>
  </w:style>
  <w:style w:type="paragraph" w:customStyle="1" w:styleId="BBCD3140852C4AE8B9B90C047A1600E4">
    <w:name w:val="BBCD3140852C4AE8B9B90C047A1600E4"/>
    <w:rsid w:val="00374382"/>
  </w:style>
  <w:style w:type="paragraph" w:customStyle="1" w:styleId="5366E4F2C013495C8952E4A7F848AC23">
    <w:name w:val="5366E4F2C013495C8952E4A7F848AC23"/>
    <w:rsid w:val="00374382"/>
  </w:style>
  <w:style w:type="paragraph" w:customStyle="1" w:styleId="56CEF9095C744BD0BC5131E32C961835">
    <w:name w:val="56CEF9095C744BD0BC5131E32C961835"/>
    <w:rsid w:val="00A929D4"/>
  </w:style>
  <w:style w:type="paragraph" w:customStyle="1" w:styleId="325E03978A0E4317B86B91D00E02E03D">
    <w:name w:val="325E03978A0E4317B86B91D00E02E03D"/>
    <w:rsid w:val="00A929D4"/>
  </w:style>
  <w:style w:type="paragraph" w:customStyle="1" w:styleId="E59BA51595344814AE5DFA47B88DD96F">
    <w:name w:val="E59BA51595344814AE5DFA47B88DD96F"/>
    <w:rsid w:val="00A929D4"/>
  </w:style>
  <w:style w:type="paragraph" w:customStyle="1" w:styleId="2286852DAE5F4870BED6E2F8812F2D94">
    <w:name w:val="2286852DAE5F4870BED6E2F8812F2D94"/>
    <w:rsid w:val="00A929D4"/>
  </w:style>
  <w:style w:type="paragraph" w:customStyle="1" w:styleId="F8C754D03308479499D8FB138A98183B">
    <w:name w:val="F8C754D03308479499D8FB138A98183B"/>
    <w:rsid w:val="00BE6DDA"/>
  </w:style>
  <w:style w:type="paragraph" w:customStyle="1" w:styleId="0E0AC900968145F8A288568651E3871C">
    <w:name w:val="0E0AC900968145F8A288568651E3871C"/>
    <w:rsid w:val="00BE6DDA"/>
  </w:style>
  <w:style w:type="paragraph" w:customStyle="1" w:styleId="594B6C83FE784F6E84C4869C2E345EEF">
    <w:name w:val="594B6C83FE784F6E84C4869C2E345EEF"/>
    <w:rsid w:val="00BE6DDA"/>
  </w:style>
  <w:style w:type="paragraph" w:customStyle="1" w:styleId="74B686C7374E4A849A11A2F6CCB64AC8">
    <w:name w:val="74B686C7374E4A849A11A2F6CCB64AC8"/>
    <w:rsid w:val="00BE6DDA"/>
  </w:style>
  <w:style w:type="paragraph" w:customStyle="1" w:styleId="4163390A873C45A082167F7AEA63645E">
    <w:name w:val="4163390A873C45A082167F7AEA63645E"/>
    <w:rsid w:val="00AB4BA7"/>
  </w:style>
  <w:style w:type="paragraph" w:customStyle="1" w:styleId="124EB379E46F4932A3D3625C11F9E841">
    <w:name w:val="124EB379E46F4932A3D3625C11F9E841"/>
    <w:rsid w:val="00AB4BA7"/>
  </w:style>
  <w:style w:type="paragraph" w:customStyle="1" w:styleId="AF2C75E829394E02B273C38AC5528C17">
    <w:name w:val="AF2C75E829394E02B273C38AC5528C17"/>
    <w:rsid w:val="00AB4BA7"/>
  </w:style>
  <w:style w:type="paragraph" w:customStyle="1" w:styleId="1D235E7ED3E243B084DBBC4AF0CB03CB">
    <w:name w:val="1D235E7ED3E243B084DBBC4AF0CB03CB"/>
    <w:rsid w:val="00AB4BA7"/>
  </w:style>
  <w:style w:type="paragraph" w:customStyle="1" w:styleId="54576F5286FD4B4A9155E67EF46DDA0D">
    <w:name w:val="54576F5286FD4B4A9155E67EF46DDA0D"/>
    <w:rsid w:val="00AB4BA7"/>
  </w:style>
  <w:style w:type="paragraph" w:customStyle="1" w:styleId="6DB076CDFF5F429AB61E4C23ACE4AA9E">
    <w:name w:val="6DB076CDFF5F429AB61E4C23ACE4AA9E"/>
    <w:rsid w:val="00AB4BA7"/>
  </w:style>
  <w:style w:type="paragraph" w:customStyle="1" w:styleId="0655F429F7214679829E700CB8AC1BF2">
    <w:name w:val="0655F429F7214679829E700CB8AC1BF2"/>
    <w:rsid w:val="00AB4BA7"/>
  </w:style>
  <w:style w:type="paragraph" w:customStyle="1" w:styleId="5F0384C80C5C46C4BA97AD9F1DD89D37">
    <w:name w:val="5F0384C80C5C46C4BA97AD9F1DD89D37"/>
    <w:rsid w:val="00AB4BA7"/>
  </w:style>
  <w:style w:type="paragraph" w:customStyle="1" w:styleId="22B82F424F254BADA29A23CA742968E0">
    <w:name w:val="22B82F424F254BADA29A23CA742968E0"/>
    <w:rsid w:val="00AB4BA7"/>
  </w:style>
  <w:style w:type="paragraph" w:customStyle="1" w:styleId="8542DA5F215F4C649439D6C1AB30AC7F">
    <w:name w:val="8542DA5F215F4C649439D6C1AB30AC7F"/>
    <w:rsid w:val="00AB4BA7"/>
  </w:style>
  <w:style w:type="paragraph" w:customStyle="1" w:styleId="9450F2C91A884E5FA819651885F6882E">
    <w:name w:val="9450F2C91A884E5FA819651885F6882E"/>
    <w:rsid w:val="00AB4BA7"/>
  </w:style>
  <w:style w:type="paragraph" w:customStyle="1" w:styleId="EA9F4459D1F749E18B22D58AB97329F4">
    <w:name w:val="EA9F4459D1F749E18B22D58AB97329F4"/>
    <w:rsid w:val="00AB4BA7"/>
  </w:style>
  <w:style w:type="paragraph" w:customStyle="1" w:styleId="9A1007AEBC414FD2910B85C00D2DBBD0">
    <w:name w:val="9A1007AEBC414FD2910B85C00D2DBBD0"/>
    <w:rsid w:val="00AB4BA7"/>
  </w:style>
  <w:style w:type="paragraph" w:customStyle="1" w:styleId="6D470E222985433FACDFC3DE12A355E9">
    <w:name w:val="6D470E222985433FACDFC3DE12A355E9"/>
    <w:rsid w:val="00AB4BA7"/>
  </w:style>
  <w:style w:type="paragraph" w:customStyle="1" w:styleId="5136637DECF54EEC8E75A0A646373E6F">
    <w:name w:val="5136637DECF54EEC8E75A0A646373E6F"/>
    <w:rsid w:val="00AB4BA7"/>
  </w:style>
  <w:style w:type="paragraph" w:customStyle="1" w:styleId="19FF802A11C6407B88D2DE790D8A8AD3">
    <w:name w:val="19FF802A11C6407B88D2DE790D8A8AD3"/>
    <w:rsid w:val="00AB4BA7"/>
  </w:style>
  <w:style w:type="paragraph" w:customStyle="1" w:styleId="97F58FB130454F69AF7C9E65E2DE1D12">
    <w:name w:val="97F58FB130454F69AF7C9E65E2DE1D12"/>
    <w:rsid w:val="00AB4BA7"/>
  </w:style>
  <w:style w:type="paragraph" w:customStyle="1" w:styleId="E82FB332F60942A882D3DDEDC17DD707">
    <w:name w:val="E82FB332F60942A882D3DDEDC17DD707"/>
    <w:rsid w:val="00AB4BA7"/>
  </w:style>
  <w:style w:type="paragraph" w:customStyle="1" w:styleId="E8256ECFCDAF4DE8998F7C7FF392F56F">
    <w:name w:val="E8256ECFCDAF4DE8998F7C7FF392F56F"/>
    <w:rsid w:val="00AB4BA7"/>
  </w:style>
  <w:style w:type="paragraph" w:customStyle="1" w:styleId="8092D0B061F04399B488471DD77B0C2A">
    <w:name w:val="8092D0B061F04399B488471DD77B0C2A"/>
    <w:rsid w:val="00AB4BA7"/>
  </w:style>
  <w:style w:type="paragraph" w:customStyle="1" w:styleId="7A495CBE6CDF4D679EECAD943CF2824C">
    <w:name w:val="7A495CBE6CDF4D679EECAD943CF2824C"/>
    <w:rsid w:val="00AB4BA7"/>
  </w:style>
  <w:style w:type="paragraph" w:customStyle="1" w:styleId="1334C34F1FFE4DA2AC606C4B5DE1355D">
    <w:name w:val="1334C34F1FFE4DA2AC606C4B5DE1355D"/>
    <w:rsid w:val="00AB4BA7"/>
  </w:style>
  <w:style w:type="paragraph" w:customStyle="1" w:styleId="21960EBACC3E4B2DA6EC7ECEC32409F7">
    <w:name w:val="21960EBACC3E4B2DA6EC7ECEC32409F7"/>
    <w:rsid w:val="00E477D2"/>
  </w:style>
  <w:style w:type="paragraph" w:customStyle="1" w:styleId="9FC15B06DBB14264A8FE2F7F145FA2C1">
    <w:name w:val="9FC15B06DBB14264A8FE2F7F145FA2C1"/>
    <w:rsid w:val="00E477D2"/>
  </w:style>
  <w:style w:type="paragraph" w:customStyle="1" w:styleId="DF8651A5A6A34778866637E4F688C586">
    <w:name w:val="DF8651A5A6A34778866637E4F688C586"/>
    <w:rsid w:val="00E477D2"/>
  </w:style>
  <w:style w:type="paragraph" w:customStyle="1" w:styleId="C7317FD2DFFE4CF18C721FE5F358066A">
    <w:name w:val="C7317FD2DFFE4CF18C721FE5F358066A"/>
    <w:rsid w:val="00E477D2"/>
  </w:style>
  <w:style w:type="paragraph" w:customStyle="1" w:styleId="3F42427CEF1246959C5D0ED972608B0B">
    <w:name w:val="3F42427CEF1246959C5D0ED972608B0B"/>
    <w:rsid w:val="00E477D2"/>
  </w:style>
  <w:style w:type="paragraph" w:customStyle="1" w:styleId="AA95C1619D81451B8F615178D37A8E99">
    <w:name w:val="AA95C1619D81451B8F615178D37A8E99"/>
    <w:rsid w:val="00E477D2"/>
  </w:style>
  <w:style w:type="paragraph" w:customStyle="1" w:styleId="E61C3A69C15D498AA8194BD594BA2488">
    <w:name w:val="E61C3A69C15D498AA8194BD594BA2488"/>
    <w:rsid w:val="00E477D2"/>
  </w:style>
  <w:style w:type="paragraph" w:customStyle="1" w:styleId="987BF718A9CF42B992FDFEE3B72CDA4E">
    <w:name w:val="987BF718A9CF42B992FDFEE3B72CDA4E"/>
    <w:rsid w:val="00E477D2"/>
  </w:style>
  <w:style w:type="paragraph" w:customStyle="1" w:styleId="65CD4FDD233441EE99DFEEFC63E5F739">
    <w:name w:val="65CD4FDD233441EE99DFEEFC63E5F739"/>
    <w:rsid w:val="00E477D2"/>
  </w:style>
  <w:style w:type="paragraph" w:customStyle="1" w:styleId="8191B732D0C7438AA51597DFAEA7757F">
    <w:name w:val="8191B732D0C7438AA51597DFAEA7757F"/>
    <w:rsid w:val="00E477D2"/>
  </w:style>
  <w:style w:type="paragraph" w:customStyle="1" w:styleId="68CC5853C0BC4445ABE74670D3DCBEAD">
    <w:name w:val="68CC5853C0BC4445ABE74670D3DCBEAD"/>
    <w:rsid w:val="00E477D2"/>
  </w:style>
  <w:style w:type="paragraph" w:customStyle="1" w:styleId="5AE16E5D84604D02A2F8DFA8D0AA8528">
    <w:name w:val="5AE16E5D84604D02A2F8DFA8D0AA8528"/>
    <w:rsid w:val="00E477D2"/>
  </w:style>
  <w:style w:type="paragraph" w:customStyle="1" w:styleId="5918572F98CF42C8BDCFB2C30D28D879">
    <w:name w:val="5918572F98CF42C8BDCFB2C30D28D879"/>
    <w:rsid w:val="00E477D2"/>
  </w:style>
  <w:style w:type="paragraph" w:customStyle="1" w:styleId="CEB5928FC27B475A9303E7F2FC0B9CED">
    <w:name w:val="CEB5928FC27B475A9303E7F2FC0B9CED"/>
    <w:rsid w:val="00E477D2"/>
  </w:style>
  <w:style w:type="paragraph" w:customStyle="1" w:styleId="62DDB23912F440E59E5912F18535221E">
    <w:name w:val="62DDB23912F440E59E5912F18535221E"/>
    <w:rsid w:val="00E477D2"/>
  </w:style>
  <w:style w:type="paragraph" w:customStyle="1" w:styleId="76C464F93EFE48C4ADB57A3084E4239C">
    <w:name w:val="76C464F93EFE48C4ADB57A3084E4239C"/>
    <w:rsid w:val="00E477D2"/>
  </w:style>
  <w:style w:type="paragraph" w:customStyle="1" w:styleId="9BECBBD885FD41E4A38E943B14F992ED">
    <w:name w:val="9BECBBD885FD41E4A38E943B14F992ED"/>
    <w:rsid w:val="00E477D2"/>
  </w:style>
  <w:style w:type="paragraph" w:customStyle="1" w:styleId="FC04826B1BD845EB848922DE94D8C8DA">
    <w:name w:val="FC04826B1BD845EB848922DE94D8C8DA"/>
    <w:rsid w:val="00E477D2"/>
  </w:style>
  <w:style w:type="paragraph" w:customStyle="1" w:styleId="BA7873D1242246FBB6588002258D4A3A">
    <w:name w:val="BA7873D1242246FBB6588002258D4A3A"/>
    <w:rsid w:val="00E477D2"/>
  </w:style>
  <w:style w:type="paragraph" w:customStyle="1" w:styleId="3C5E3D6A5B2347499BBB89883DC919D7">
    <w:name w:val="3C5E3D6A5B2347499BBB89883DC919D7"/>
    <w:rsid w:val="005D7B09"/>
  </w:style>
  <w:style w:type="paragraph" w:customStyle="1" w:styleId="EB98239E9A684E7ABD14C1D94A4CADE8">
    <w:name w:val="EB98239E9A684E7ABD14C1D94A4CADE8"/>
    <w:rsid w:val="005D7B09"/>
  </w:style>
  <w:style w:type="paragraph" w:customStyle="1" w:styleId="B2C63B8A59E74542993671471CDF285E">
    <w:name w:val="B2C63B8A59E74542993671471CDF285E"/>
    <w:rsid w:val="005D7B09"/>
  </w:style>
  <w:style w:type="paragraph" w:customStyle="1" w:styleId="1F67525D5C5A454EBAC38B04164139F8">
    <w:name w:val="1F67525D5C5A454EBAC38B04164139F8"/>
    <w:rsid w:val="005D7B09"/>
  </w:style>
  <w:style w:type="paragraph" w:customStyle="1" w:styleId="4CDBC7D9BB7747D9A8B832C74CB653E0">
    <w:name w:val="4CDBC7D9BB7747D9A8B832C74CB653E0"/>
    <w:rsid w:val="005D7B09"/>
  </w:style>
  <w:style w:type="paragraph" w:customStyle="1" w:styleId="15ED0943D52E4C889B1D70C97FEA5A25">
    <w:name w:val="15ED0943D52E4C889B1D70C97FEA5A25"/>
    <w:rsid w:val="005D7B09"/>
  </w:style>
  <w:style w:type="paragraph" w:customStyle="1" w:styleId="C603C9DFA1AB4867A25B4E2A219C2FE9">
    <w:name w:val="C603C9DFA1AB4867A25B4E2A219C2FE9"/>
    <w:rsid w:val="005D7B09"/>
  </w:style>
  <w:style w:type="paragraph" w:customStyle="1" w:styleId="28F235CE24CE447DBF442D78C46A11F1">
    <w:name w:val="28F235CE24CE447DBF442D78C46A11F1"/>
    <w:rsid w:val="005D7B09"/>
  </w:style>
  <w:style w:type="paragraph" w:customStyle="1" w:styleId="D2ACA1D91462450F831D1E19E71CC693">
    <w:name w:val="D2ACA1D91462450F831D1E19E71CC693"/>
    <w:rsid w:val="005D7B09"/>
  </w:style>
  <w:style w:type="paragraph" w:customStyle="1" w:styleId="33D707B40A6947B1835A42F0C57B5328">
    <w:name w:val="33D707B40A6947B1835A42F0C57B5328"/>
    <w:rsid w:val="005D7B09"/>
  </w:style>
  <w:style w:type="paragraph" w:customStyle="1" w:styleId="02E958201CBE41E0A20369D85A722563">
    <w:name w:val="02E958201CBE41E0A20369D85A722563"/>
    <w:rsid w:val="003C669E"/>
  </w:style>
  <w:style w:type="paragraph" w:customStyle="1" w:styleId="F006986AE1B44692AA6B5190D389E42A">
    <w:name w:val="F006986AE1B44692AA6B5190D389E42A"/>
    <w:rsid w:val="003C669E"/>
  </w:style>
  <w:style w:type="paragraph" w:customStyle="1" w:styleId="40B6C718DE804B11B4A501B118612D79">
    <w:name w:val="40B6C718DE804B11B4A501B118612D79"/>
    <w:rsid w:val="003C669E"/>
  </w:style>
  <w:style w:type="paragraph" w:customStyle="1" w:styleId="4BDA2D868F7E4C18B552292683647E05">
    <w:name w:val="4BDA2D868F7E4C18B552292683647E05"/>
    <w:rsid w:val="003C66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FCA56-D4AB-45BE-8486-BEF5BA320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63D5192F</Template>
  <TotalTime>41</TotalTime>
  <Pages>3</Pages>
  <Words>841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PULIZIA AUTOBUS - IMPIANTO DI…………… - N° AUTOBUS………</vt:lpstr>
    </vt:vector>
  </TitlesOfParts>
  <Company>cotral</Company>
  <LinksUpToDate>false</LinksUpToDate>
  <CharactersWithSpaces>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PULIZIA AUTOBUS - IMPIANTO DI…………… - N° AUTOBUS………</dc:title>
  <dc:subject/>
  <dc:creator>apucci</dc:creator>
  <cp:keywords/>
  <cp:lastModifiedBy>Schiaffini, Elisa</cp:lastModifiedBy>
  <cp:revision>13</cp:revision>
  <cp:lastPrinted>2017-02-15T13:15:00Z</cp:lastPrinted>
  <dcterms:created xsi:type="dcterms:W3CDTF">2020-10-07T10:26:00Z</dcterms:created>
  <dcterms:modified xsi:type="dcterms:W3CDTF">2023-03-15T08:50:00Z</dcterms:modified>
</cp:coreProperties>
</file>